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1 от </w:t>
      </w:r>
      <w:r w:rsidRPr="00705466">
        <w:rPr>
          <w:rFonts w:ascii="Arial Unicode" w:hAnsi="Arial Unicode" w:cs="Arial Unicode"/>
          <w:sz w:val="18"/>
          <w:szCs w:val="18"/>
        </w:rPr>
        <w:t>05</w:t>
      </w:r>
      <w:r>
        <w:rPr>
          <w:rFonts w:ascii="Arial Unicode" w:hAnsi="Arial Unicode" w:cs="Arial Unicode"/>
          <w:sz w:val="18"/>
          <w:szCs w:val="18"/>
        </w:rPr>
        <w:t>.</w:t>
      </w:r>
      <w:r w:rsidRPr="008B5CB3">
        <w:rPr>
          <w:rFonts w:ascii="Arial Unicode" w:hAnsi="Arial Unicode" w:cs="Arial Unicode"/>
          <w:sz w:val="18"/>
          <w:szCs w:val="18"/>
        </w:rPr>
        <w:t>0</w:t>
      </w:r>
      <w:r w:rsidRPr="00705466">
        <w:rPr>
          <w:rFonts w:ascii="Arial Unicode" w:hAnsi="Arial Unicode" w:cs="Arial Unicode"/>
          <w:sz w:val="18"/>
          <w:szCs w:val="18"/>
        </w:rPr>
        <w:t>3</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г.</w:t>
      </w:r>
    </w:p>
    <w:p w:rsidR="00521821" w:rsidRPr="00D14CB5" w:rsidRDefault="00521821" w:rsidP="002E0382">
      <w:pPr>
        <w:jc w:val="center"/>
        <w:rPr>
          <w:rFonts w:ascii="Arial Unicode" w:hAnsi="Arial Unicode" w:cs="Arial Unicode"/>
          <w:sz w:val="18"/>
          <w:szCs w:val="18"/>
          <w:lang w:val="af-ZA"/>
        </w:rPr>
      </w:pP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21/47</w:t>
      </w:r>
    </w:p>
    <w:p w:rsidR="00521821" w:rsidRPr="00D14CB5" w:rsidRDefault="00521821" w:rsidP="002E0382">
      <w:pPr>
        <w:pStyle w:val="BodyTextIndent"/>
        <w:widowControl w:val="0"/>
        <w:spacing w:after="0" w:line="240" w:lineRule="auto"/>
        <w:ind w:firstLine="720"/>
        <w:rPr>
          <w:rFonts w:ascii="Arial Unicode" w:hAnsi="Arial Unicode" w:cs="Arial Unicode"/>
          <w:sz w:val="18"/>
          <w:szCs w:val="18"/>
        </w:rPr>
      </w:pPr>
    </w:p>
    <w:p w:rsidR="00521821" w:rsidRPr="00D14CB5" w:rsidRDefault="00521821"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sz w:val="18"/>
          <w:szCs w:val="18"/>
        </w:rPr>
        <w:t>.</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15:00</w:t>
      </w:r>
      <w:r w:rsidRPr="00D14CB5">
        <w:rPr>
          <w:rFonts w:ascii="Arial Unicode" w:hAnsi="Arial Unicode" w:cs="Arial Unicode"/>
          <w:sz w:val="18"/>
          <w:szCs w:val="18"/>
        </w:rPr>
        <w:t xml:space="preserve"> часов 1</w:t>
      </w:r>
      <w:r w:rsidRPr="00705466">
        <w:rPr>
          <w:rFonts w:ascii="Arial Unicode" w:hAnsi="Arial Unicode" w:cs="Arial Unicode"/>
          <w:sz w:val="18"/>
          <w:szCs w:val="18"/>
        </w:rPr>
        <w:t>7</w:t>
      </w:r>
      <w:r w:rsidRPr="00D14CB5">
        <w:rPr>
          <w:rFonts w:ascii="Arial Unicode" w:hAnsi="Arial Unicode" w:cs="Arial Unicode"/>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521821" w:rsidRPr="00D14CB5" w:rsidRDefault="00521821"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15:00</w:t>
      </w:r>
      <w:r w:rsidRPr="00D14CB5">
        <w:rPr>
          <w:rFonts w:ascii="Arial Unicode" w:hAnsi="Arial Unicode" w:cs="Arial Unicode"/>
          <w:sz w:val="18"/>
          <w:szCs w:val="18"/>
        </w:rPr>
        <w:t xml:space="preserve"> часов 1</w:t>
      </w:r>
      <w:r w:rsidRPr="00705466">
        <w:rPr>
          <w:rFonts w:ascii="Arial Unicode" w:hAnsi="Arial Unicode" w:cs="Arial Unicode"/>
          <w:sz w:val="18"/>
          <w:szCs w:val="18"/>
        </w:rPr>
        <w:t>7</w:t>
      </w:r>
      <w:r w:rsidRPr="00D14CB5">
        <w:rPr>
          <w:rFonts w:ascii="Arial Unicode" w:hAnsi="Arial Unicode" w:cs="Arial Unicode"/>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705466">
        <w:rPr>
          <w:rFonts w:ascii="Arial Unicode" w:hAnsi="Arial Unicode" w:cs="Arial Unicode"/>
          <w:sz w:val="18"/>
          <w:szCs w:val="18"/>
        </w:rPr>
        <w:t>2</w:t>
      </w:r>
      <w:r w:rsidRPr="009D1E0E">
        <w:rPr>
          <w:rFonts w:ascii="Arial Unicode" w:hAnsi="Arial Unicode" w:cs="Arial Unicode"/>
          <w:sz w:val="18"/>
          <w:szCs w:val="18"/>
        </w:rPr>
        <w:t>2</w:t>
      </w:r>
      <w:r>
        <w:rPr>
          <w:rFonts w:ascii="Arial Unicode" w:hAnsi="Arial Unicode" w:cs="Arial Unicode"/>
          <w:sz w:val="18"/>
          <w:szCs w:val="18"/>
        </w:rPr>
        <w:t>.</w:t>
      </w:r>
      <w:r w:rsidRPr="008B5CB3">
        <w:rPr>
          <w:rFonts w:ascii="Arial Unicode" w:hAnsi="Arial Unicode" w:cs="Arial Unicode"/>
          <w:sz w:val="18"/>
          <w:szCs w:val="18"/>
        </w:rPr>
        <w:t>0</w:t>
      </w:r>
      <w:r w:rsidRPr="009D1E0E">
        <w:rPr>
          <w:rFonts w:ascii="Arial Unicode" w:hAnsi="Arial Unicode" w:cs="Arial Unicode"/>
          <w:sz w:val="18"/>
          <w:szCs w:val="18"/>
        </w:rPr>
        <w:t>3</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 xml:space="preserve">г в </w:t>
      </w:r>
      <w:r>
        <w:rPr>
          <w:rFonts w:ascii="Arial Unicode" w:hAnsi="Arial Unicode" w:cs="Arial Unicode"/>
          <w:sz w:val="18"/>
          <w:szCs w:val="18"/>
        </w:rPr>
        <w:t>15:00</w:t>
      </w:r>
      <w:r w:rsidRPr="00D14CB5">
        <w:rPr>
          <w:rFonts w:ascii="Arial Unicode" w:hAnsi="Arial Unicode" w:cs="Arial Unicode"/>
          <w:sz w:val="18"/>
          <w:szCs w:val="18"/>
        </w:rPr>
        <w:t>.</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521821" w:rsidRPr="00D14CB5" w:rsidRDefault="00521821"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521821" w:rsidRPr="00D14CB5" w:rsidRDefault="00521821"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521821" w:rsidRPr="00D14CB5" w:rsidRDefault="00521821"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521821" w:rsidRPr="00D14CB5" w:rsidRDefault="00521821"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521821" w:rsidRPr="0013027B" w:rsidRDefault="00521821"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521821" w:rsidRPr="00E567E3" w:rsidRDefault="00521821" w:rsidP="002E0382">
      <w:pPr>
        <w:jc w:val="right"/>
        <w:rPr>
          <w:rFonts w:ascii="Arial Unicode" w:hAnsi="Arial Unicode" w:cs="Arial Unicode"/>
          <w:i/>
          <w:iCs/>
          <w:sz w:val="18"/>
          <w:szCs w:val="18"/>
        </w:rPr>
      </w:pPr>
      <w:r>
        <w:rPr>
          <w:rFonts w:ascii="Arial Unicode" w:hAnsi="Arial Unicode" w:cs="Arial Unicode"/>
          <w:sz w:val="18"/>
          <w:szCs w:val="18"/>
          <w:lang w:val="en-US"/>
        </w:rPr>
        <w:t>05</w:t>
      </w:r>
      <w:r>
        <w:rPr>
          <w:rFonts w:ascii="Arial Unicode" w:hAnsi="Arial Unicode" w:cs="Arial Unicode"/>
          <w:sz w:val="18"/>
          <w:szCs w:val="18"/>
        </w:rPr>
        <w:t>.</w:t>
      </w:r>
      <w:r w:rsidRPr="009D1E0E">
        <w:rPr>
          <w:rFonts w:ascii="Arial Unicode" w:hAnsi="Arial Unicode" w:cs="Arial Unicode"/>
          <w:sz w:val="18"/>
          <w:szCs w:val="18"/>
        </w:rPr>
        <w:t>0</w:t>
      </w:r>
      <w:r>
        <w:rPr>
          <w:rFonts w:ascii="Arial Unicode" w:hAnsi="Arial Unicode" w:cs="Arial Unicode"/>
          <w:sz w:val="18"/>
          <w:szCs w:val="18"/>
          <w:lang w:val="en-US"/>
        </w:rPr>
        <w:t>3</w:t>
      </w:r>
      <w:r w:rsidRPr="002E0382">
        <w:rPr>
          <w:rFonts w:ascii="Arial Unicode" w:hAnsi="Arial Unicode" w:cs="Arial Unicode"/>
          <w:sz w:val="18"/>
          <w:szCs w:val="18"/>
        </w:rPr>
        <w:t xml:space="preserve">. </w:t>
      </w:r>
      <w:r>
        <w:rPr>
          <w:rFonts w:ascii="Arial Unicode" w:hAnsi="Arial Unicode" w:cs="Arial Unicode"/>
          <w:sz w:val="18"/>
          <w:szCs w:val="18"/>
        </w:rPr>
        <w:t>2021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E567E3">
        <w:rPr>
          <w:rFonts w:ascii="Arial Unicode" w:hAnsi="Arial Unicode" w:cs="Arial Unicode"/>
          <w:sz w:val="18"/>
          <w:szCs w:val="18"/>
        </w:rPr>
        <w:t xml:space="preserve">1 </w:t>
      </w:r>
    </w:p>
    <w:p w:rsidR="00521821" w:rsidRPr="00D14CB5" w:rsidRDefault="00521821"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21/47</w:t>
      </w:r>
    </w:p>
    <w:p w:rsidR="00521821" w:rsidRPr="00D14CB5" w:rsidRDefault="00521821" w:rsidP="002E0382">
      <w:pPr>
        <w:pStyle w:val="BodyText"/>
        <w:widowControl w:val="0"/>
        <w:spacing w:after="0"/>
        <w:ind w:right="-7" w:firstLine="567"/>
        <w:jc w:val="center"/>
        <w:rPr>
          <w:rFonts w:ascii="Arial Unicode" w:hAnsi="Arial Unicode" w:cs="Arial Unicode"/>
          <w:sz w:val="18"/>
          <w:szCs w:val="18"/>
        </w:rPr>
      </w:pPr>
    </w:p>
    <w:p w:rsidR="00521821" w:rsidRPr="00D14CB5" w:rsidRDefault="00521821" w:rsidP="002E0382">
      <w:pPr>
        <w:pStyle w:val="BodyText"/>
        <w:widowControl w:val="0"/>
        <w:spacing w:after="0"/>
        <w:ind w:right="-7" w:firstLine="567"/>
        <w:jc w:val="center"/>
        <w:rPr>
          <w:rFonts w:ascii="Arial Unicode" w:hAnsi="Arial Unicode" w:cs="Arial Unicode"/>
          <w:sz w:val="18"/>
          <w:szCs w:val="18"/>
        </w:rPr>
      </w:pPr>
    </w:p>
    <w:p w:rsidR="00521821" w:rsidRPr="00D14CB5" w:rsidRDefault="00521821" w:rsidP="002E0382">
      <w:pPr>
        <w:pStyle w:val="BodyText"/>
        <w:widowControl w:val="0"/>
        <w:spacing w:after="0"/>
        <w:ind w:right="-7" w:firstLine="567"/>
        <w:jc w:val="center"/>
        <w:rPr>
          <w:rFonts w:ascii="Arial Unicode" w:hAnsi="Arial Unicode" w:cs="Arial Unicode"/>
          <w:sz w:val="18"/>
          <w:szCs w:val="18"/>
        </w:rPr>
      </w:pPr>
    </w:p>
    <w:p w:rsidR="00521821" w:rsidRPr="00D14CB5" w:rsidRDefault="00521821"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521821" w:rsidRPr="00D14CB5" w:rsidRDefault="00521821" w:rsidP="002E0382">
      <w:pPr>
        <w:pStyle w:val="BodyText"/>
        <w:widowControl w:val="0"/>
        <w:spacing w:after="0"/>
        <w:ind w:right="-7" w:firstLine="567"/>
        <w:jc w:val="center"/>
        <w:rPr>
          <w:rFonts w:ascii="Arial Unicode" w:hAnsi="Arial Unicode" w:cs="Arial Unicode"/>
          <w:sz w:val="18"/>
          <w:szCs w:val="18"/>
          <w:lang w:val="af-ZA"/>
        </w:rPr>
      </w:pPr>
    </w:p>
    <w:p w:rsidR="00521821" w:rsidRPr="00D14CB5" w:rsidRDefault="00521821"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521821" w:rsidRPr="00D14CB5" w:rsidRDefault="00521821" w:rsidP="002E0382">
      <w:pPr>
        <w:pStyle w:val="BodyText"/>
        <w:widowControl w:val="0"/>
        <w:spacing w:after="0"/>
        <w:ind w:right="-7" w:firstLine="567"/>
        <w:jc w:val="center"/>
        <w:rPr>
          <w:rFonts w:ascii="Arial Unicode" w:hAnsi="Arial Unicode" w:cs="Arial Unicode"/>
          <w:sz w:val="18"/>
          <w:szCs w:val="18"/>
        </w:rPr>
      </w:pPr>
    </w:p>
    <w:p w:rsidR="00521821" w:rsidRPr="00D14CB5" w:rsidRDefault="00521821"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521821" w:rsidRPr="00D14CB5" w:rsidRDefault="00521821" w:rsidP="002E0382">
      <w:pPr>
        <w:pStyle w:val="BodyText"/>
        <w:widowControl w:val="0"/>
        <w:spacing w:after="0"/>
        <w:ind w:right="-7"/>
        <w:jc w:val="center"/>
        <w:rPr>
          <w:rFonts w:ascii="Arial Unicode" w:hAnsi="Arial Unicode" w:cs="Arial Unicode"/>
          <w:sz w:val="18"/>
          <w:szCs w:val="18"/>
          <w:lang w:val="af-ZA"/>
        </w:rPr>
      </w:pPr>
    </w:p>
    <w:p w:rsidR="00521821" w:rsidRPr="00D14CB5" w:rsidRDefault="00521821"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521821" w:rsidRPr="00D14CB5" w:rsidRDefault="00521821" w:rsidP="002E0382">
      <w:pPr>
        <w:widowControl w:val="0"/>
        <w:ind w:firstLine="567"/>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521821" w:rsidRPr="00D14CB5" w:rsidRDefault="00521821"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521821" w:rsidRPr="00D14CB5" w:rsidRDefault="00521821" w:rsidP="002E0382">
      <w:pPr>
        <w:ind w:firstLine="567"/>
        <w:jc w:val="center"/>
        <w:rPr>
          <w:rFonts w:ascii="Arial Unicode" w:hAnsi="Arial Unicode" w:cs="Arial Unicode"/>
          <w:b/>
          <w:bCs/>
          <w:sz w:val="18"/>
          <w:szCs w:val="18"/>
          <w:lang w:val="af-ZA"/>
        </w:rPr>
      </w:pPr>
    </w:p>
    <w:p w:rsidR="00521821" w:rsidRPr="00D14CB5" w:rsidRDefault="00521821" w:rsidP="002E0382">
      <w:pPr>
        <w:widowControl w:val="0"/>
        <w:ind w:firstLine="567"/>
        <w:jc w:val="center"/>
        <w:rPr>
          <w:rFonts w:ascii="Arial Unicode" w:hAnsi="Arial Unicode" w:cs="Arial Unicode"/>
          <w:sz w:val="18"/>
          <w:szCs w:val="18"/>
          <w:lang w:val="af-ZA"/>
        </w:rPr>
      </w:pPr>
    </w:p>
    <w:p w:rsidR="00521821" w:rsidRPr="00D14CB5" w:rsidRDefault="00521821"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521821" w:rsidRPr="00D14CB5" w:rsidRDefault="00521821" w:rsidP="002E0382">
      <w:pPr>
        <w:widowControl w:val="0"/>
        <w:jc w:val="center"/>
        <w:rPr>
          <w:rFonts w:ascii="Arial Unicode" w:hAnsi="Arial Unicode" w:cs="Arial Unicode"/>
          <w:sz w:val="18"/>
          <w:szCs w:val="18"/>
        </w:rPr>
      </w:pP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521821" w:rsidRPr="00F70D0A"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521821" w:rsidRPr="00F70D0A" w:rsidRDefault="00521821"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521821" w:rsidRPr="00D14CB5" w:rsidRDefault="00521821"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521821" w:rsidRPr="00D14CB5" w:rsidRDefault="00521821"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521821" w:rsidRPr="00D14CB5" w:rsidRDefault="00521821"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21/47</w:t>
      </w:r>
      <w:r w:rsidRPr="00D14CB5">
        <w:rPr>
          <w:rFonts w:ascii="Arial Unicode" w:hAnsi="Arial Unicode" w:cs="Arial Unicode"/>
          <w:spacing w:val="-6"/>
          <w:sz w:val="18"/>
          <w:szCs w:val="18"/>
        </w:rPr>
        <w:t xml:space="preserve"> (далее — процедура).</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21821" w:rsidRPr="00D14CB5" w:rsidRDefault="00521821"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lang w:val="es-ES"/>
        </w:rPr>
      </w:pP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521821" w:rsidRPr="00D14CB5" w:rsidRDefault="00521821" w:rsidP="002E0382">
      <w:pPr>
        <w:pStyle w:val="Heading3"/>
        <w:keepNext w:val="0"/>
        <w:widowControl w:val="0"/>
        <w:spacing w:line="240" w:lineRule="auto"/>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521821" w:rsidRPr="00E9179B" w:rsidRDefault="00521821"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9D1E0E">
        <w:rPr>
          <w:rFonts w:ascii="Arial Unicode" w:hAnsi="Arial Unicode" w:cs="Arial Unicode"/>
          <w:i w:val="0"/>
          <w:iCs w:val="0"/>
          <w:sz w:val="18"/>
          <w:szCs w:val="18"/>
        </w:rPr>
        <w:t>1</w:t>
      </w:r>
      <w:r w:rsidRPr="00705466">
        <w:rPr>
          <w:rFonts w:ascii="Arial Unicode" w:hAnsi="Arial Unicode" w:cs="Arial Unicode"/>
          <w:i w:val="0"/>
          <w:iCs w:val="0"/>
          <w:sz w:val="18"/>
          <w:szCs w:val="18"/>
        </w:rPr>
        <w:t>6</w:t>
      </w:r>
      <w:r>
        <w:rPr>
          <w:rFonts w:ascii="Arial Unicode" w:hAnsi="Arial Unicode" w:cs="Arial Unicode"/>
          <w:i w:val="0"/>
          <w:iCs w:val="0"/>
          <w:sz w:val="18"/>
          <w:szCs w:val="18"/>
        </w:rPr>
        <w:t>"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521821" w:rsidRPr="00D14CB5">
        <w:trPr>
          <w:jc w:val="center"/>
        </w:trPr>
        <w:tc>
          <w:tcPr>
            <w:tcW w:w="1530" w:type="dxa"/>
            <w:vAlign w:val="center"/>
          </w:tcPr>
          <w:p w:rsidR="00521821" w:rsidRPr="00D14CB5" w:rsidRDefault="00521821"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521821" w:rsidRPr="00D14CB5" w:rsidRDefault="00521821"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1</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Ангиографик пакрывало</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2</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Комплект манофильда</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3</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Микрокатетр</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4</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Микрокатетр</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5</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6</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7</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8</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9</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D14CB5">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10</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Default="00521821">
            <w:pPr>
              <w:jc w:val="center"/>
              <w:rPr>
                <w:rFonts w:ascii="Arial Unicode" w:hAnsi="Arial Unicode" w:cs="Arial Unicode"/>
                <w:sz w:val="16"/>
                <w:szCs w:val="16"/>
              </w:rPr>
            </w:pPr>
            <w:r>
              <w:rPr>
                <w:rFonts w:ascii="Arial Unicode" w:hAnsi="Arial Unicode" w:cs="Arial Unicode"/>
                <w:sz w:val="16"/>
                <w:szCs w:val="16"/>
              </w:rPr>
              <w:t>11</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Pr="00857ABE" w:rsidRDefault="00521821">
            <w:pPr>
              <w:jc w:val="center"/>
              <w:rPr>
                <w:rFonts w:ascii="Arial Unicode" w:hAnsi="Arial Unicode" w:cs="Arial Unicode"/>
                <w:sz w:val="16"/>
                <w:szCs w:val="16"/>
                <w:lang w:val="en-US"/>
              </w:rPr>
            </w:pPr>
            <w:r>
              <w:rPr>
                <w:rFonts w:ascii="Arial Unicode" w:hAnsi="Arial Unicode" w:cs="Arial Unicode"/>
                <w:sz w:val="16"/>
                <w:szCs w:val="16"/>
                <w:lang w:val="en-US"/>
              </w:rPr>
              <w:t>12</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Pr="00857ABE" w:rsidRDefault="00521821">
            <w:pPr>
              <w:jc w:val="center"/>
              <w:rPr>
                <w:rFonts w:ascii="Arial Unicode" w:hAnsi="Arial Unicode" w:cs="Arial Unicode"/>
                <w:sz w:val="16"/>
                <w:szCs w:val="16"/>
                <w:lang w:val="en-US"/>
              </w:rPr>
            </w:pPr>
            <w:r>
              <w:rPr>
                <w:rFonts w:ascii="Arial Unicode" w:hAnsi="Arial Unicode" w:cs="Arial Unicode"/>
                <w:sz w:val="16"/>
                <w:szCs w:val="16"/>
                <w:lang w:val="en-US"/>
              </w:rPr>
              <w:t>13</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Default="00521821">
            <w:pPr>
              <w:jc w:val="center"/>
              <w:rPr>
                <w:rFonts w:ascii="Arial Unicode" w:hAnsi="Arial Unicode" w:cs="Arial Unicode"/>
                <w:sz w:val="16"/>
                <w:szCs w:val="16"/>
                <w:lang w:val="en-US"/>
              </w:rPr>
            </w:pPr>
            <w:r>
              <w:rPr>
                <w:rFonts w:ascii="Arial Unicode" w:hAnsi="Arial Unicode" w:cs="Arial Unicode"/>
                <w:sz w:val="16"/>
                <w:szCs w:val="16"/>
                <w:lang w:val="en-US"/>
              </w:rPr>
              <w:t>14</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Default="00521821">
            <w:pPr>
              <w:jc w:val="center"/>
              <w:rPr>
                <w:rFonts w:ascii="Arial Unicode" w:hAnsi="Arial Unicode" w:cs="Arial Unicode"/>
                <w:sz w:val="16"/>
                <w:szCs w:val="16"/>
                <w:lang w:val="en-US"/>
              </w:rPr>
            </w:pPr>
            <w:r>
              <w:rPr>
                <w:rFonts w:ascii="Arial Unicode" w:hAnsi="Arial Unicode" w:cs="Arial Unicode"/>
                <w:sz w:val="16"/>
                <w:szCs w:val="16"/>
                <w:lang w:val="en-US"/>
              </w:rPr>
              <w:t>15</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r w:rsidR="00521821" w:rsidRPr="000E5364">
        <w:trPr>
          <w:jc w:val="center"/>
        </w:trPr>
        <w:tc>
          <w:tcPr>
            <w:tcW w:w="1530" w:type="dxa"/>
            <w:vAlign w:val="center"/>
          </w:tcPr>
          <w:p w:rsidR="00521821" w:rsidRDefault="00521821">
            <w:pPr>
              <w:jc w:val="center"/>
              <w:rPr>
                <w:rFonts w:ascii="Arial Unicode" w:hAnsi="Arial Unicode" w:cs="Arial Unicode"/>
                <w:sz w:val="16"/>
                <w:szCs w:val="16"/>
                <w:lang w:val="en-US"/>
              </w:rPr>
            </w:pPr>
            <w:r>
              <w:rPr>
                <w:rFonts w:ascii="Arial Unicode" w:hAnsi="Arial Unicode" w:cs="Arial Unicode"/>
                <w:sz w:val="16"/>
                <w:szCs w:val="16"/>
                <w:lang w:val="en-US"/>
              </w:rPr>
              <w:t>16</w:t>
            </w:r>
          </w:p>
        </w:tc>
        <w:tc>
          <w:tcPr>
            <w:tcW w:w="7704" w:type="dxa"/>
            <w:vAlign w:val="center"/>
          </w:tcPr>
          <w:p w:rsidR="00521821" w:rsidRDefault="00521821">
            <w:pPr>
              <w:rPr>
                <w:rFonts w:ascii="Arial Unicode" w:hAnsi="Arial Unicode" w:cs="Arial Unicode"/>
                <w:sz w:val="16"/>
                <w:szCs w:val="16"/>
              </w:rPr>
            </w:pPr>
            <w:r>
              <w:rPr>
                <w:rFonts w:ascii="Arial Unicode" w:hAnsi="Arial Unicode" w:cs="Arial Unicode"/>
                <w:sz w:val="16"/>
                <w:szCs w:val="16"/>
              </w:rPr>
              <w:t>Коронарный направляющий</w:t>
            </w:r>
          </w:p>
        </w:tc>
      </w:tr>
    </w:tbl>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521821" w:rsidRPr="00D14CB5" w:rsidRDefault="00521821"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21821" w:rsidRPr="00D14CB5" w:rsidRDefault="00521821"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521821" w:rsidRPr="00D14CB5" w:rsidRDefault="00521821"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521821" w:rsidRPr="00D14CB5" w:rsidRDefault="00521821"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521821" w:rsidRPr="00D14CB5" w:rsidRDefault="00521821"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521821" w:rsidRPr="00D14CB5" w:rsidRDefault="00521821"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21821" w:rsidRPr="00D14CB5" w:rsidRDefault="00521821"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521821" w:rsidRPr="00D14CB5" w:rsidRDefault="00521821"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Заявки на процедуру необходимо представить в комиссию по адресу ул. Арменакяна 108/4, г. Еревана не позднее, чем </w:t>
      </w:r>
      <w:r>
        <w:rPr>
          <w:rFonts w:ascii="Arial Unicode" w:hAnsi="Arial Unicode" w:cs="Arial Unicode"/>
          <w:sz w:val="18"/>
          <w:szCs w:val="18"/>
        </w:rPr>
        <w:t>15:00</w:t>
      </w:r>
      <w:r w:rsidRPr="00ED0BE9">
        <w:rPr>
          <w:rFonts w:ascii="Arial Unicode" w:hAnsi="Arial Unicode" w:cs="Arial Unicode"/>
          <w:sz w:val="18"/>
          <w:szCs w:val="18"/>
        </w:rPr>
        <w:t xml:space="preserve">  </w:t>
      </w:r>
      <w:r w:rsidRPr="00D14CB5">
        <w:rPr>
          <w:rFonts w:ascii="Arial Unicode" w:hAnsi="Arial Unicode" w:cs="Arial Unicode"/>
          <w:sz w:val="18"/>
          <w:szCs w:val="18"/>
        </w:rPr>
        <w:t xml:space="preserve"> 1</w:t>
      </w:r>
      <w:r w:rsidRPr="00705466">
        <w:rPr>
          <w:rFonts w:ascii="Arial Unicode" w:hAnsi="Arial Unicode" w:cs="Arial Unicode"/>
          <w:sz w:val="18"/>
          <w:szCs w:val="18"/>
        </w:rPr>
        <w:t>7</w:t>
      </w:r>
      <w:r w:rsidRPr="00D14CB5">
        <w:rPr>
          <w:rFonts w:ascii="Arial Unicode" w:hAnsi="Arial Unicode" w:cs="Arial Unicode"/>
          <w:sz w:val="18"/>
          <w:szCs w:val="18"/>
        </w:rPr>
        <w:t xml:space="preserve">-го дня с даты опубликования в бюллетене объявления и приглашения на настоящую процедуру. </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521821" w:rsidRPr="00D14CB5" w:rsidRDefault="00521821"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521821" w:rsidRPr="00D14CB5" w:rsidRDefault="00521821"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521821" w:rsidRPr="00D14CB5" w:rsidRDefault="00521821"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и(или)</w:t>
      </w:r>
      <w:r w:rsidRPr="00D14CB5">
        <w:rPr>
          <w:rFonts w:ascii="Arial Unicode" w:hAnsi="Arial Unicode" w:cs="Arial Unicode"/>
          <w:sz w:val="18"/>
          <w:szCs w:val="18"/>
        </w:rPr>
        <w:t xml:space="preserve"> 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521821" w:rsidRPr="00F70D0A"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521821" w:rsidRPr="00F70D0A"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4)         -</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21821" w:rsidRPr="00F70D0A" w:rsidRDefault="00521821"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21821" w:rsidRPr="00F70D0A" w:rsidRDefault="00521821" w:rsidP="002E0382">
      <w:pPr>
        <w:pStyle w:val="norm"/>
        <w:widowControl w:val="0"/>
        <w:spacing w:line="240" w:lineRule="auto"/>
        <w:ind w:firstLine="0"/>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521821" w:rsidRPr="00D14CB5" w:rsidRDefault="00521821"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521821" w:rsidRPr="00F70D0A"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21821" w:rsidRPr="00F70D0A" w:rsidRDefault="00521821" w:rsidP="002E0382">
      <w:pPr>
        <w:pStyle w:val="norm"/>
        <w:widowControl w:val="0"/>
        <w:tabs>
          <w:tab w:val="left" w:pos="1134"/>
        </w:tabs>
        <w:spacing w:line="240" w:lineRule="auto"/>
        <w:ind w:firstLine="567"/>
        <w:rPr>
          <w:rFonts w:ascii="Arial Unicode" w:hAnsi="Arial Unicode" w:cs="Arial Unicode"/>
          <w:sz w:val="18"/>
          <w:szCs w:val="18"/>
        </w:rPr>
      </w:pPr>
    </w:p>
    <w:p w:rsidR="00521821" w:rsidRPr="00D14CB5" w:rsidRDefault="00521821"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521821" w:rsidRPr="00D14CB5"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21821" w:rsidRPr="00F70D0A"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21821" w:rsidRPr="00F70D0A"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w:t>
      </w:r>
      <w:r w:rsidRPr="00705466">
        <w:rPr>
          <w:rFonts w:ascii="Arial Unicode" w:hAnsi="Arial Unicode" w:cs="Arial Unicode"/>
          <w:sz w:val="18"/>
          <w:szCs w:val="18"/>
        </w:rPr>
        <w:t>7</w:t>
      </w:r>
      <w:r w:rsidRPr="00D14CB5">
        <w:rPr>
          <w:rFonts w:ascii="Arial Unicode" w:hAnsi="Arial Unicode" w:cs="Arial Unicode"/>
          <w:sz w:val="18"/>
          <w:szCs w:val="18"/>
        </w:rPr>
        <w:t>"-ый день в "</w:t>
      </w:r>
      <w:r>
        <w:rPr>
          <w:rFonts w:ascii="Arial Unicode" w:hAnsi="Arial Unicode" w:cs="Arial Unicode"/>
          <w:sz w:val="18"/>
          <w:szCs w:val="18"/>
        </w:rPr>
        <w:t>15:00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521821" w:rsidRPr="00D14CB5"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521821" w:rsidRPr="00D14CB5"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521821" w:rsidRPr="00D14CB5"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521821" w:rsidRPr="00D14CB5" w:rsidDel="00992C40"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521821" w:rsidRPr="00D14CB5" w:rsidRDefault="00521821"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521821" w:rsidRPr="00D14CB5" w:rsidRDefault="00521821"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521821" w:rsidRPr="00D14CB5" w:rsidRDefault="00521821"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521821" w:rsidRPr="00D14CB5" w:rsidRDefault="00521821"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1821" w:rsidRPr="00D14CB5" w:rsidRDefault="00521821"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21821" w:rsidRPr="00D14CB5" w:rsidRDefault="00521821"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521821" w:rsidRPr="00D14CB5" w:rsidRDefault="00521821"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21821" w:rsidRPr="00D14CB5"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521821" w:rsidRPr="00D14CB5" w:rsidRDefault="00521821"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521821" w:rsidRPr="00D14CB5" w:rsidRDefault="00521821"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1821" w:rsidRPr="00D14CB5" w:rsidRDefault="00521821"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E369C8">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521821" w:rsidRPr="00F70D0A" w:rsidRDefault="00521821"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21821" w:rsidRPr="00F70D0A" w:rsidRDefault="00521821" w:rsidP="002E0382">
      <w:pPr>
        <w:pStyle w:val="BodyTextIndent2"/>
        <w:widowControl w:val="0"/>
        <w:spacing w:line="240" w:lineRule="auto"/>
        <w:ind w:firstLine="567"/>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521821" w:rsidRPr="00F70D0A" w:rsidRDefault="00521821"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521821" w:rsidRPr="00F70D0A" w:rsidRDefault="00521821"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10. ОБЕСПЕЧЕНИЯ КВАЛИФИКАЦИИ ИДОГОВОРА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10.1.</w:t>
      </w:r>
      <w:r w:rsidRPr="00D14CB5">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10.2 Размер обеспечения квалификации равен размеру ценового предложения отобранного участника.Обеспечениеквалификации представляется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 xml:space="preserve">в одностороннем порядке утвержденного заявления в виде неустойки </w:t>
      </w:r>
      <w:r w:rsidRPr="00D14CB5">
        <w:rPr>
          <w:rFonts w:ascii="Arial Unicode" w:hAnsi="Arial Unicode" w:cs="Arial Unicode"/>
          <w:b/>
          <w:bCs/>
          <w:sz w:val="18"/>
          <w:szCs w:val="18"/>
        </w:rPr>
        <w:t>(приложение 4.2)</w:t>
      </w:r>
      <w:r w:rsidRPr="001A0B64">
        <w:rPr>
          <w:rFonts w:ascii="Arial Unicode" w:hAnsi="Arial Unicode" w:cs="Arial Unicode"/>
          <w:b/>
          <w:bCs/>
          <w:sz w:val="18"/>
          <w:szCs w:val="18"/>
        </w:rPr>
        <w:t>,</w:t>
      </w:r>
      <w:r w:rsidRPr="00D14CB5">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1A0B64">
        <w:rPr>
          <w:rFonts w:ascii="Arial Unicode" w:hAnsi="Arial Unicode" w:cs="Arial Unicode"/>
          <w:b/>
          <w:bCs/>
          <w:sz w:val="18"/>
          <w:szCs w:val="18"/>
        </w:rPr>
        <w:t>20-го рабочего дня</w:t>
      </w:r>
      <w:r w:rsidRPr="00D14CB5">
        <w:rPr>
          <w:rFonts w:ascii="Arial Unicode" w:hAnsi="Arial Unicode" w:cs="Arial Unicode"/>
          <w:sz w:val="18"/>
          <w:szCs w:val="18"/>
        </w:rPr>
        <w:t xml:space="preserve">, следующего за днем полного принятия заказчиком результата выполнения контракта. </w:t>
      </w:r>
    </w:p>
    <w:p w:rsidR="00521821" w:rsidRPr="00F77F4A"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размере общей цены договора</w:t>
      </w:r>
      <w:r w:rsidRPr="00F77F4A">
        <w:rPr>
          <w:rFonts w:ascii="Arial Unicode" w:hAnsi="Arial Unicode" w:cs="Arial Unicode"/>
          <w:sz w:val="18"/>
          <w:szCs w:val="18"/>
        </w:rPr>
        <w:t>,</w:t>
      </w:r>
      <w:r w:rsidRPr="00D14CB5">
        <w:rPr>
          <w:rFonts w:ascii="Arial Unicode" w:hAnsi="Arial Unicode" w:cs="Arial Unicode"/>
          <w:sz w:val="18"/>
          <w:szCs w:val="18"/>
        </w:rPr>
        <w:t xml:space="preserve">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в виде банковской гарантии</w:t>
      </w:r>
      <w:r w:rsidRPr="002E0382">
        <w:rPr>
          <w:rFonts w:ascii="Arial Unicode" w:hAnsi="Arial Unicode" w:cs="Arial Unicode"/>
          <w:b/>
          <w:bCs/>
          <w:sz w:val="18"/>
          <w:szCs w:val="18"/>
        </w:rPr>
        <w:t xml:space="preserve"> (</w:t>
      </w:r>
      <w:r w:rsidRPr="00D14CB5">
        <w:rPr>
          <w:rFonts w:ascii="Arial Unicode" w:hAnsi="Arial Unicode" w:cs="Arial Unicode"/>
          <w:b/>
          <w:bCs/>
          <w:sz w:val="18"/>
          <w:szCs w:val="18"/>
        </w:rPr>
        <w:t>приложению 4.1</w:t>
      </w:r>
      <w:r w:rsidRPr="002E0382">
        <w:rPr>
          <w:rFonts w:ascii="Arial Unicode" w:hAnsi="Arial Unicode" w:cs="Arial Unicode"/>
          <w:b/>
          <w:bCs/>
          <w:sz w:val="18"/>
          <w:szCs w:val="18"/>
        </w:rPr>
        <w:t>)</w:t>
      </w:r>
      <w:r w:rsidRPr="00F77F4A">
        <w:rPr>
          <w:rFonts w:ascii="Arial Unicode" w:hAnsi="Arial Unicode" w:cs="Arial Unicode"/>
          <w:b/>
          <w:bCs/>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F77F4A">
        <w:rPr>
          <w:rFonts w:ascii="Arial Unicode" w:hAnsi="Arial Unicode" w:cs="Arial Unicode"/>
          <w:b/>
          <w:bCs/>
          <w:sz w:val="18"/>
          <w:szCs w:val="18"/>
        </w:rPr>
        <w:t>9</w:t>
      </w:r>
      <w:r w:rsidRPr="001A0B64">
        <w:rPr>
          <w:rFonts w:ascii="Arial Unicode" w:hAnsi="Arial Unicode" w:cs="Arial Unicode"/>
          <w:b/>
          <w:bCs/>
          <w:sz w:val="18"/>
          <w:szCs w:val="18"/>
        </w:rPr>
        <w:t>0-го рабочего дня</w:t>
      </w:r>
      <w:r w:rsidRPr="00D14CB5">
        <w:rPr>
          <w:rFonts w:ascii="Arial Unicode" w:hAnsi="Arial Unicode" w:cs="Arial Unicode"/>
          <w:sz w:val="18"/>
          <w:szCs w:val="18"/>
        </w:rPr>
        <w:t>, следующего за днем полного принятия заказчиком результата выполнения контракта.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D14CB5">
        <w:rPr>
          <w:rFonts w:ascii="GHEA Grapalat" w:hAnsi="GHEA Grapalat" w:cs="GHEA Grapalat"/>
          <w:sz w:val="18"/>
          <w:szCs w:val="18"/>
        </w:rPr>
        <w:t> </w:t>
      </w:r>
      <w:r w:rsidRPr="00D14CB5">
        <w:rPr>
          <w:rFonts w:ascii="Arial Unicode" w:hAnsi="Arial Unicode" w:cs="Arial Unicode"/>
          <w:sz w:val="18"/>
          <w:szCs w:val="18"/>
        </w:rPr>
        <w:t>«900008000698»открытый в Центральном казначействе на имя уполномоченного органа.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521821" w:rsidRPr="00F70D0A"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После принятия результата каждого этапа выполнения договора сумма обеспечения квалификации уменьшается на эту сумму.</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21821" w:rsidRPr="00F77F4A" w:rsidRDefault="00521821" w:rsidP="00F77F4A">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10.3.</w:t>
      </w:r>
      <w:r w:rsidRPr="00D14CB5">
        <w:rPr>
          <w:rFonts w:ascii="Arial Unicode" w:hAnsi="Arial Unicode" w:cs="Arial Unicode"/>
          <w:sz w:val="18"/>
          <w:szCs w:val="18"/>
        </w:rPr>
        <w:tab/>
        <w:t xml:space="preserve">Размер обеспечения договора составляет 10 процентов от цены договора. Обеспечение договора представляется в </w:t>
      </w:r>
      <w:r w:rsidRPr="00F77F4A">
        <w:rPr>
          <w:rFonts w:ascii="Arial Unicode" w:hAnsi="Arial Unicode" w:cs="Arial Unicode"/>
          <w:sz w:val="18"/>
          <w:szCs w:val="18"/>
        </w:rPr>
        <w:t xml:space="preserve">виде </w:t>
      </w:r>
      <w:r w:rsidRPr="00D14CB5">
        <w:rPr>
          <w:rFonts w:ascii="Arial Unicode" w:hAnsi="Arial Unicode" w:cs="Arial Unicode"/>
          <w:sz w:val="18"/>
          <w:szCs w:val="18"/>
        </w:rPr>
        <w:t>наличных денег</w:t>
      </w:r>
      <w:r w:rsidRPr="00F77F4A">
        <w:rPr>
          <w:rFonts w:ascii="Arial Unicode" w:hAnsi="Arial Unicode" w:cs="Arial Unicode"/>
          <w:sz w:val="18"/>
          <w:szCs w:val="18"/>
        </w:rPr>
        <w:t xml:space="preserve"> или в</w:t>
      </w:r>
      <w:r w:rsidRPr="00D14CB5">
        <w:rPr>
          <w:rFonts w:ascii="Arial Unicode" w:hAnsi="Arial Unicode" w:cs="Arial Unicode"/>
          <w:sz w:val="18"/>
          <w:szCs w:val="18"/>
        </w:rPr>
        <w:t xml:space="preserve"> одностороннем порядке утвержденного заявления-в виде неустойки </w:t>
      </w:r>
      <w:r w:rsidRPr="00D14CB5">
        <w:rPr>
          <w:rFonts w:ascii="Arial Unicode" w:hAnsi="Arial Unicode" w:cs="Arial Unicode"/>
          <w:b/>
          <w:bCs/>
          <w:sz w:val="18"/>
          <w:szCs w:val="18"/>
        </w:rPr>
        <w:t>(приложение 5.1</w:t>
      </w:r>
      <w:r w:rsidRPr="00D14CB5">
        <w:rPr>
          <w:rFonts w:ascii="Arial Unicode" w:hAnsi="Arial Unicode" w:cs="Arial Unicode"/>
          <w:sz w:val="18"/>
          <w:szCs w:val="18"/>
        </w:rPr>
        <w:t>)</w:t>
      </w:r>
      <w:r w:rsidRPr="00F77F4A">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 xml:space="preserve">ым как минимум включительно до </w:t>
      </w:r>
      <w:r w:rsidRPr="00F77F4A">
        <w:rPr>
          <w:rFonts w:ascii="Arial Unicode" w:hAnsi="Arial Unicode" w:cs="Arial Unicode"/>
          <w:b/>
          <w:bCs/>
          <w:sz w:val="18"/>
          <w:szCs w:val="18"/>
        </w:rPr>
        <w:t>20-го рабочего дня</w:t>
      </w:r>
      <w:r w:rsidRPr="00D14CB5">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521821" w:rsidRPr="007A11AB"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размере общей цены договора</w:t>
      </w:r>
      <w:r w:rsidRPr="007A11AB">
        <w:rPr>
          <w:rFonts w:ascii="Arial Unicode" w:hAnsi="Arial Unicode" w:cs="Arial Unicode"/>
          <w:sz w:val="18"/>
          <w:szCs w:val="18"/>
        </w:rPr>
        <w:t xml:space="preserve">, </w:t>
      </w:r>
      <w:r w:rsidRPr="00D14CB5">
        <w:rPr>
          <w:rFonts w:ascii="Arial Unicode" w:hAnsi="Arial Unicode" w:cs="Arial Unicode"/>
          <w:sz w:val="18"/>
          <w:szCs w:val="18"/>
        </w:rPr>
        <w:t>в виде наличных денег</w:t>
      </w:r>
      <w:r w:rsidRPr="007A11AB">
        <w:rPr>
          <w:rFonts w:ascii="Arial Unicode" w:hAnsi="Arial Unicode" w:cs="Arial Unicode"/>
          <w:sz w:val="18"/>
          <w:szCs w:val="18"/>
        </w:rPr>
        <w:t xml:space="preserve"> или</w:t>
      </w:r>
      <w:r w:rsidRPr="00D14CB5">
        <w:rPr>
          <w:rFonts w:ascii="Arial Unicode" w:hAnsi="Arial Unicode" w:cs="Arial Unicode"/>
          <w:sz w:val="18"/>
          <w:szCs w:val="18"/>
        </w:rPr>
        <w:t xml:space="preserve"> в виде банковской гарантии </w:t>
      </w:r>
      <w:r w:rsidRPr="00D14CB5">
        <w:rPr>
          <w:rFonts w:ascii="Arial Unicode" w:hAnsi="Arial Unicode" w:cs="Arial Unicode"/>
          <w:b/>
          <w:bCs/>
          <w:sz w:val="18"/>
          <w:szCs w:val="18"/>
        </w:rPr>
        <w:t>(приложение 5</w:t>
      </w:r>
      <w:r>
        <w:rPr>
          <w:rFonts w:ascii="Arial Unicode" w:hAnsi="Arial Unicode" w:cs="Arial Unicode"/>
          <w:sz w:val="18"/>
          <w:szCs w:val="18"/>
        </w:rPr>
        <w:t>)</w:t>
      </w:r>
      <w:r w:rsidRPr="007A11AB">
        <w:rPr>
          <w:rFonts w:ascii="Arial Unicode" w:hAnsi="Arial Unicode" w:cs="Arial Unicode"/>
          <w:sz w:val="18"/>
          <w:szCs w:val="18"/>
        </w:rPr>
        <w:t xml:space="preserve">, которое </w:t>
      </w:r>
      <w:r w:rsidRPr="00D14CB5">
        <w:rPr>
          <w:rFonts w:ascii="Arial Unicode" w:hAnsi="Arial Unicode" w:cs="Arial Unicode"/>
          <w:sz w:val="18"/>
          <w:szCs w:val="18"/>
        </w:rPr>
        <w:t>должно быть действитель</w:t>
      </w:r>
      <w:r>
        <w:rPr>
          <w:rFonts w:ascii="Arial Unicode" w:hAnsi="Arial Unicode" w:cs="Arial Unicode"/>
          <w:sz w:val="18"/>
          <w:szCs w:val="18"/>
        </w:rPr>
        <w:t xml:space="preserve">но как минимум включительно до </w:t>
      </w:r>
      <w:r w:rsidRPr="007A11AB">
        <w:rPr>
          <w:rFonts w:ascii="Arial Unicode" w:hAnsi="Arial Unicode" w:cs="Arial Unicode"/>
          <w:b/>
          <w:bCs/>
          <w:sz w:val="18"/>
          <w:szCs w:val="18"/>
        </w:rPr>
        <w:t>90-го рабочего дня</w:t>
      </w:r>
      <w:r w:rsidRPr="00D14CB5">
        <w:rPr>
          <w:rFonts w:ascii="Arial Unicode" w:hAnsi="Arial Unicode" w:cs="Arial Unicode"/>
          <w:sz w:val="18"/>
          <w:szCs w:val="18"/>
        </w:rPr>
        <w:t xml:space="preserve">, следующего за последним днем исполнения в полном объеме обязательств, устанавливаемых заключаемым договором. </w:t>
      </w:r>
    </w:p>
    <w:p w:rsidR="00521821" w:rsidRPr="00D14CB5" w:rsidRDefault="00521821" w:rsidP="00E82F6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D14CB5">
        <w:rPr>
          <w:rFonts w:ascii="Courier New" w:hAnsi="Courier New" w:cs="Courier New"/>
          <w:sz w:val="18"/>
          <w:szCs w:val="18"/>
        </w:rPr>
        <w:t> </w:t>
      </w:r>
      <w:r w:rsidRPr="00D14CB5">
        <w:rPr>
          <w:rFonts w:ascii="Arial Unicode" w:hAnsi="Arial Unicode" w:cs="Arial Unicode"/>
          <w:sz w:val="18"/>
          <w:szCs w:val="18"/>
        </w:rPr>
        <w:t>"900008000664", открытый в Центральном казначействе на имя уполномоченного органа.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финансовые средства предусмотрены, то обеспечение квалификациипо части выделенных финансовых средств представляется в виде банковской гарантииили наличных денег, а по части требуемых в дальнейшем финансовых средств-в виде утвержденного водностороннем порядке заявления-в виде неустойки или наличных денег.</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21821" w:rsidRPr="00D14CB5" w:rsidRDefault="00521821" w:rsidP="002E0382">
      <w:pPr>
        <w:widowControl w:val="0"/>
        <w:tabs>
          <w:tab w:val="left" w:pos="1276"/>
        </w:tabs>
        <w:ind w:firstLine="567"/>
        <w:jc w:val="both"/>
        <w:rPr>
          <w:rFonts w:ascii="Arial Unicode" w:hAnsi="Arial Unicode" w:cs="Arial Unicode"/>
          <w:i/>
          <w:iCs/>
          <w:sz w:val="18"/>
          <w:szCs w:val="18"/>
        </w:rPr>
      </w:pPr>
      <w:r w:rsidRPr="00D14CB5">
        <w:rPr>
          <w:rFonts w:ascii="Arial Unicode" w:hAnsi="Arial Unicode" w:cs="Arial Unicode"/>
          <w:sz w:val="18"/>
          <w:szCs w:val="18"/>
        </w:rPr>
        <w:t>10.5.</w:t>
      </w:r>
      <w:r w:rsidRPr="00D14CB5">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21821" w:rsidRPr="00D14CB5" w:rsidRDefault="00521821" w:rsidP="002E0382">
      <w:pPr>
        <w:widowControl w:val="0"/>
        <w:tabs>
          <w:tab w:val="left" w:pos="1276"/>
        </w:tabs>
        <w:ind w:firstLine="567"/>
        <w:jc w:val="both"/>
        <w:rPr>
          <w:rFonts w:ascii="Arial Unicode" w:hAnsi="Arial Unicode" w:cs="Arial Unicode"/>
          <w:sz w:val="18"/>
          <w:szCs w:val="18"/>
        </w:rPr>
      </w:pPr>
    </w:p>
    <w:p w:rsidR="00521821" w:rsidRPr="00D14CB5" w:rsidRDefault="00521821"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21821" w:rsidRPr="00D14CB5" w:rsidRDefault="00521821" w:rsidP="002E0382">
      <w:pPr>
        <w:rPr>
          <w:rFonts w:ascii="Arial Unicode" w:hAnsi="Arial Unicode" w:cs="Arial Unicode"/>
          <w:b/>
          <w:bCs/>
          <w:sz w:val="18"/>
          <w:szCs w:val="18"/>
        </w:rPr>
      </w:pPr>
    </w:p>
    <w:p w:rsidR="00521821" w:rsidRPr="00D14CB5" w:rsidRDefault="00521821"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21821" w:rsidRPr="00D14CB5" w:rsidRDefault="00521821"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521821" w:rsidRPr="00D14CB5" w:rsidRDefault="00521821" w:rsidP="002E0382">
      <w:pPr>
        <w:widowControl w:val="0"/>
        <w:jc w:val="center"/>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521821" w:rsidRPr="00F70D0A"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521821" w:rsidRPr="00F70D0A" w:rsidRDefault="00521821" w:rsidP="002E0382">
      <w:pPr>
        <w:widowControl w:val="0"/>
        <w:tabs>
          <w:tab w:val="left" w:pos="1134"/>
        </w:tabs>
        <w:ind w:firstLine="567"/>
        <w:jc w:val="both"/>
        <w:rPr>
          <w:rFonts w:ascii="Arial Unicode" w:hAnsi="Arial Unicode" w:cs="Arial Unicode"/>
          <w:sz w:val="18"/>
          <w:szCs w:val="18"/>
        </w:rPr>
      </w:pPr>
      <w:r w:rsidRPr="00F70D0A">
        <w:rPr>
          <w:rFonts w:ascii="Arial Unicode" w:hAnsi="Arial Unicode" w:cs="Arial Unicode"/>
          <w:sz w:val="18"/>
          <w:szCs w:val="18"/>
        </w:rPr>
        <w:t>2.5  -</w:t>
      </w:r>
    </w:p>
    <w:p w:rsidR="00521821" w:rsidRPr="00F51486" w:rsidRDefault="00521821" w:rsidP="00623515">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521821" w:rsidRPr="00D14CB5" w:rsidRDefault="00521821"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521821" w:rsidRPr="00D14CB5" w:rsidRDefault="00521821" w:rsidP="002E0382">
      <w:pPr>
        <w:widowControl w:val="0"/>
        <w:tabs>
          <w:tab w:val="left" w:pos="1134"/>
        </w:tabs>
        <w:ind w:firstLine="567"/>
        <w:jc w:val="both"/>
        <w:rPr>
          <w:rFonts w:ascii="Arial Unicode" w:hAnsi="Arial Unicode" w:cs="Arial Unicode"/>
          <w:sz w:val="18"/>
          <w:szCs w:val="18"/>
        </w:rPr>
      </w:pPr>
    </w:p>
    <w:p w:rsidR="00521821" w:rsidRPr="00D14CB5" w:rsidRDefault="00521821" w:rsidP="002E0382">
      <w:pPr>
        <w:widowControl w:val="0"/>
        <w:tabs>
          <w:tab w:val="left" w:pos="1134"/>
        </w:tabs>
        <w:ind w:firstLine="567"/>
        <w:jc w:val="both"/>
        <w:rPr>
          <w:rFonts w:ascii="Arial Unicode" w:hAnsi="Arial Unicode" w:cs="Arial Unicode"/>
          <w:sz w:val="18"/>
          <w:szCs w:val="18"/>
        </w:rPr>
      </w:pPr>
    </w:p>
    <w:p w:rsidR="00521821" w:rsidRPr="00D14CB5" w:rsidRDefault="00521821" w:rsidP="002E0382">
      <w:pPr>
        <w:widowControl w:val="0"/>
        <w:tabs>
          <w:tab w:val="left" w:pos="1134"/>
        </w:tabs>
        <w:ind w:firstLine="567"/>
        <w:jc w:val="both"/>
        <w:rPr>
          <w:rFonts w:ascii="Arial Unicode" w:hAnsi="Arial Unicode" w:cs="Arial Unicode"/>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p>
    <w:p w:rsidR="00521821" w:rsidRPr="00D14CB5" w:rsidRDefault="00521821"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521821" w:rsidRPr="00D14CB5" w:rsidRDefault="00521821"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521821" w:rsidRPr="00D14CB5" w:rsidRDefault="00521821"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521821" w:rsidRPr="00D14CB5" w:rsidRDefault="00521821" w:rsidP="002E0382">
      <w:pPr>
        <w:widowControl w:val="0"/>
        <w:jc w:val="center"/>
        <w:rPr>
          <w:rFonts w:ascii="Arial Unicode" w:hAnsi="Arial Unicode" w:cs="Arial Unicode"/>
          <w:sz w:val="18"/>
          <w:szCs w:val="18"/>
        </w:rPr>
      </w:pPr>
    </w:p>
    <w:p w:rsidR="00521821" w:rsidRPr="009712E3"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521821" w:rsidRPr="009712E3" w:rsidRDefault="00521821"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21/47</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521821" w:rsidRPr="009712E3"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521821" w:rsidRPr="00F70D0A" w:rsidRDefault="00521821"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521821" w:rsidRPr="00D14CB5" w:rsidRDefault="00521821" w:rsidP="002E0382">
      <w:pPr>
        <w:jc w:val="both"/>
        <w:rPr>
          <w:rFonts w:ascii="Arial Unicode" w:hAnsi="Arial Unicode" w:cs="Arial Unicode"/>
          <w:sz w:val="18"/>
          <w:szCs w:val="18"/>
        </w:rPr>
      </w:pP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521821" w:rsidRPr="00D14CB5" w:rsidRDefault="00521821"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521821" w:rsidRPr="00D14CB5" w:rsidRDefault="00521821" w:rsidP="002E0382">
      <w:pPr>
        <w:jc w:val="both"/>
        <w:rPr>
          <w:rFonts w:ascii="Arial Unicode" w:hAnsi="Arial Unicode" w:cs="Arial Unicode"/>
          <w:sz w:val="18"/>
          <w:szCs w:val="18"/>
        </w:rPr>
      </w:pP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521821" w:rsidRPr="009712E3" w:rsidRDefault="00521821"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521821" w:rsidRPr="009712E3" w:rsidRDefault="00521821"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521821" w:rsidRPr="009712E3" w:rsidRDefault="00521821"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521821" w:rsidRPr="009712E3" w:rsidRDefault="00521821"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521821" w:rsidRPr="00D14CB5" w:rsidRDefault="00521821" w:rsidP="002E0382">
      <w:pPr>
        <w:tabs>
          <w:tab w:val="left" w:pos="7371"/>
        </w:tabs>
        <w:ind w:left="3544" w:firstLine="3"/>
        <w:jc w:val="both"/>
        <w:rPr>
          <w:rFonts w:ascii="Arial Unicode" w:hAnsi="Arial Unicode" w:cs="Arial Unicode"/>
          <w:sz w:val="18"/>
          <w:szCs w:val="18"/>
        </w:rPr>
      </w:pP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521821" w:rsidRPr="009712E3" w:rsidRDefault="00521821"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521821" w:rsidRPr="00D14CB5" w:rsidRDefault="00521821"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21/47</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521821" w:rsidRPr="00D14CB5" w:rsidRDefault="00521821"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21/47</w:t>
      </w:r>
    </w:p>
    <w:p w:rsidR="00521821" w:rsidRPr="00D14CB5" w:rsidRDefault="00521821"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521821" w:rsidRPr="00D14CB5" w:rsidRDefault="00521821"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521821" w:rsidRPr="00D14CB5" w:rsidRDefault="00521821"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521821" w:rsidRPr="009712E3" w:rsidRDefault="00521821"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521821" w:rsidRPr="00D14CB5" w:rsidRDefault="00521821"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521821" w:rsidRPr="00D14CB5" w:rsidRDefault="00521821"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521821" w:rsidRPr="00D14CB5" w:rsidRDefault="00521821"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521821" w:rsidRPr="00D14CB5">
        <w:tc>
          <w:tcPr>
            <w:tcW w:w="463"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21821" w:rsidRPr="00D14CB5">
        <w:tc>
          <w:tcPr>
            <w:tcW w:w="463"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r>
      <w:tr w:rsidR="00521821" w:rsidRPr="00D14CB5">
        <w:tc>
          <w:tcPr>
            <w:tcW w:w="463"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521821" w:rsidRPr="00D14CB5" w:rsidRDefault="00521821" w:rsidP="002E0382">
            <w:pPr>
              <w:pStyle w:val="BodyTextIndent3"/>
              <w:widowControl w:val="0"/>
              <w:spacing w:line="240" w:lineRule="auto"/>
              <w:ind w:firstLine="0"/>
              <w:jc w:val="center"/>
              <w:rPr>
                <w:rFonts w:ascii="Arial Unicode" w:hAnsi="Arial Unicode" w:cs="Arial Unicode"/>
                <w:sz w:val="18"/>
                <w:szCs w:val="18"/>
              </w:rPr>
            </w:pPr>
          </w:p>
        </w:tc>
      </w:tr>
    </w:tbl>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521821" w:rsidRPr="009712E3" w:rsidRDefault="00521821"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521821" w:rsidRPr="00D14CB5" w:rsidRDefault="00521821"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521821" w:rsidRPr="00D14CB5" w:rsidRDefault="00521821" w:rsidP="002E0382">
      <w:pPr>
        <w:tabs>
          <w:tab w:val="left" w:pos="7371"/>
        </w:tabs>
        <w:ind w:left="3544" w:firstLine="3"/>
        <w:jc w:val="both"/>
        <w:rPr>
          <w:rFonts w:ascii="Arial Unicode" w:hAnsi="Arial Unicode" w:cs="Arial Unicode"/>
          <w:sz w:val="18"/>
          <w:szCs w:val="18"/>
          <w:lang w:val="hy-AM"/>
        </w:rPr>
      </w:pPr>
    </w:p>
    <w:p w:rsidR="00521821" w:rsidRPr="00D14CB5" w:rsidRDefault="00521821"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521821" w:rsidRPr="00D14CB5" w:rsidRDefault="00521821"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521821" w:rsidRPr="00D14CB5" w:rsidRDefault="00521821"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521821" w:rsidRPr="00D14CB5" w:rsidRDefault="00521821"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521821" w:rsidRPr="00D14CB5" w:rsidRDefault="00521821"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521821" w:rsidRPr="00D14CB5" w:rsidRDefault="00521821"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521821" w:rsidRPr="00D14CB5" w:rsidRDefault="00521821"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p>
    <w:p w:rsidR="00521821" w:rsidRPr="00D14CB5" w:rsidRDefault="00521821" w:rsidP="002E0382">
      <w:pPr>
        <w:widowControl w:val="0"/>
        <w:ind w:left="567" w:right="565"/>
        <w:jc w:val="center"/>
        <w:rPr>
          <w:rFonts w:ascii="Arial Unicode" w:hAnsi="Arial Unicode" w:cs="Arial Unicode"/>
          <w:b/>
          <w:bCs/>
          <w:sz w:val="18"/>
          <w:szCs w:val="18"/>
        </w:rPr>
      </w:pPr>
    </w:p>
    <w:p w:rsidR="00521821" w:rsidRPr="00D14CB5" w:rsidRDefault="00521821"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521821" w:rsidRPr="00D14CB5" w:rsidRDefault="00521821"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521821" w:rsidRPr="00D14CB5" w:rsidRDefault="00521821" w:rsidP="002E0382">
      <w:pPr>
        <w:pStyle w:val="Heading3"/>
        <w:keepNext w:val="0"/>
        <w:widowControl w:val="0"/>
        <w:spacing w:line="240" w:lineRule="auto"/>
        <w:ind w:left="567" w:right="565"/>
        <w:rPr>
          <w:rFonts w:ascii="Arial Unicode" w:hAnsi="Arial Unicode" w:cs="Arial Unicode"/>
          <w:sz w:val="18"/>
          <w:szCs w:val="18"/>
        </w:rPr>
      </w:pP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521821" w:rsidRPr="00D14CB5" w:rsidRDefault="00521821"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21/47</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521821" w:rsidRPr="00D14CB5">
        <w:tc>
          <w:tcPr>
            <w:tcW w:w="1026" w:type="dxa"/>
            <w:vMerge w:val="restart"/>
            <w:vAlign w:val="center"/>
          </w:tcPr>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521821" w:rsidRPr="00D14CB5">
        <w:trPr>
          <w:trHeight w:val="696"/>
        </w:trPr>
        <w:tc>
          <w:tcPr>
            <w:tcW w:w="1026" w:type="dxa"/>
            <w:vMerge/>
            <w:vAlign w:val="center"/>
          </w:tcPr>
          <w:p w:rsidR="00521821" w:rsidRPr="00D14CB5" w:rsidRDefault="00521821" w:rsidP="002E0382">
            <w:pPr>
              <w:widowControl w:val="0"/>
              <w:jc w:val="center"/>
              <w:rPr>
                <w:rFonts w:ascii="Arial Unicode" w:hAnsi="Arial Unicode" w:cs="Arial Unicode"/>
                <w:b/>
                <w:bCs/>
                <w:sz w:val="18"/>
                <w:szCs w:val="18"/>
              </w:rPr>
            </w:pPr>
          </w:p>
        </w:tc>
        <w:tc>
          <w:tcPr>
            <w:tcW w:w="1681" w:type="dxa"/>
            <w:vAlign w:val="center"/>
          </w:tcPr>
          <w:p w:rsidR="00521821" w:rsidRPr="00D14CB5" w:rsidRDefault="00521821"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521821" w:rsidRPr="00D14CB5">
        <w:tc>
          <w:tcPr>
            <w:tcW w:w="1026"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r>
      <w:tr w:rsidR="00521821" w:rsidRPr="00D14CB5">
        <w:tc>
          <w:tcPr>
            <w:tcW w:w="1026"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r>
      <w:tr w:rsidR="00521821" w:rsidRPr="00D14CB5">
        <w:tc>
          <w:tcPr>
            <w:tcW w:w="1026"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521821" w:rsidRPr="00D14CB5" w:rsidRDefault="00521821" w:rsidP="002E0382">
            <w:pPr>
              <w:pStyle w:val="Heading3"/>
              <w:keepNext w:val="0"/>
              <w:widowControl w:val="0"/>
              <w:spacing w:line="240" w:lineRule="auto"/>
              <w:jc w:val="left"/>
              <w:rPr>
                <w:rFonts w:ascii="Arial Unicode" w:hAnsi="Arial Unicode" w:cs="Arial Unicode"/>
                <w:b/>
                <w:bCs/>
                <w:sz w:val="18"/>
                <w:szCs w:val="18"/>
              </w:rPr>
            </w:pPr>
          </w:p>
        </w:tc>
      </w:tr>
    </w:tbl>
    <w:p w:rsidR="00521821" w:rsidRPr="00D14CB5" w:rsidRDefault="00521821" w:rsidP="002E0382">
      <w:pPr>
        <w:widowControl w:val="0"/>
        <w:tabs>
          <w:tab w:val="left" w:pos="6804"/>
        </w:tabs>
        <w:jc w:val="center"/>
        <w:rPr>
          <w:rFonts w:ascii="Arial Unicode" w:hAnsi="Arial Unicode" w:cs="Arial Unicode"/>
          <w:sz w:val="18"/>
          <w:szCs w:val="18"/>
          <w:lang w:val="en-US"/>
        </w:rPr>
      </w:pPr>
    </w:p>
    <w:p w:rsidR="00521821" w:rsidRPr="00D14CB5" w:rsidRDefault="00521821"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521821" w:rsidRPr="00D14CB5" w:rsidRDefault="00521821"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521821" w:rsidRPr="00D14CB5" w:rsidRDefault="00521821" w:rsidP="002E0382">
      <w:pPr>
        <w:widowControl w:val="0"/>
        <w:jc w:val="right"/>
        <w:rPr>
          <w:rFonts w:ascii="Arial Unicode" w:hAnsi="Arial Unicode" w:cs="Arial Unicode"/>
          <w:sz w:val="18"/>
          <w:szCs w:val="18"/>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521821" w:rsidRPr="00D14CB5" w:rsidRDefault="00521821" w:rsidP="002E0382">
      <w:pPr>
        <w:rPr>
          <w:rFonts w:ascii="Arial Unicode" w:hAnsi="Arial Unicode" w:cs="Arial Unicode"/>
          <w:sz w:val="18"/>
          <w:szCs w:val="18"/>
        </w:rPr>
      </w:pPr>
      <w:r w:rsidRPr="00D14CB5">
        <w:rPr>
          <w:rFonts w:ascii="Arial Unicode" w:hAnsi="Arial Unicode" w:cs="Arial Unicode"/>
          <w:sz w:val="18"/>
          <w:szCs w:val="18"/>
        </w:rPr>
        <w:br w:type="page"/>
      </w:r>
    </w:p>
    <w:p w:rsidR="00521821" w:rsidRPr="00D14CB5" w:rsidRDefault="00521821"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521821" w:rsidRPr="00D14CB5" w:rsidRDefault="00521821"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p>
    <w:p w:rsidR="00521821" w:rsidRPr="00D14CB5" w:rsidRDefault="00521821" w:rsidP="002E0382">
      <w:pPr>
        <w:widowControl w:val="0"/>
        <w:ind w:firstLine="567"/>
        <w:jc w:val="center"/>
        <w:rPr>
          <w:rFonts w:ascii="Arial Unicode" w:hAnsi="Arial Unicode" w:cs="Arial Unicode"/>
          <w:sz w:val="18"/>
          <w:szCs w:val="18"/>
        </w:rPr>
      </w:pPr>
    </w:p>
    <w:p w:rsidR="00521821" w:rsidRPr="00D14CB5" w:rsidRDefault="00521821"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521821" w:rsidRPr="00D14CB5" w:rsidRDefault="00521821" w:rsidP="002E0382">
      <w:pPr>
        <w:widowControl w:val="0"/>
        <w:ind w:firstLine="567"/>
        <w:jc w:val="center"/>
        <w:rPr>
          <w:rFonts w:ascii="Arial Unicode" w:hAnsi="Arial Unicode" w:cs="Arial Unicode"/>
          <w:sz w:val="18"/>
          <w:szCs w:val="18"/>
        </w:rPr>
      </w:pP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521821" w:rsidRPr="00D14CB5" w:rsidRDefault="00521821"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521821" w:rsidRPr="00D14CB5">
        <w:trPr>
          <w:trHeight w:val="916"/>
          <w:jc w:val="center"/>
        </w:trPr>
        <w:tc>
          <w:tcPr>
            <w:tcW w:w="1368" w:type="dxa"/>
            <w:tcBorders>
              <w:top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521821"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521821" w:rsidRPr="00D14CB5" w:rsidRDefault="00521821"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521821" w:rsidRPr="00D14CB5" w:rsidRDefault="00521821"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521821" w:rsidRPr="00D14CB5" w:rsidRDefault="00521821"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521821" w:rsidRPr="00D14CB5" w:rsidRDefault="00521821"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521821" w:rsidRPr="00D14CB5" w:rsidRDefault="00521821"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521821" w:rsidRPr="00D14CB5">
        <w:trPr>
          <w:trHeight w:val="20"/>
          <w:jc w:val="center"/>
        </w:trPr>
        <w:tc>
          <w:tcPr>
            <w:tcW w:w="1368" w:type="dxa"/>
            <w:tcBorders>
              <w:top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521821" w:rsidRPr="00D14CB5" w:rsidRDefault="00521821" w:rsidP="002E0382">
            <w:pPr>
              <w:widowControl w:val="0"/>
              <w:jc w:val="center"/>
              <w:rPr>
                <w:rFonts w:ascii="Arial Unicode" w:hAnsi="Arial Unicode" w:cs="Arial Unicode"/>
                <w:sz w:val="18"/>
                <w:szCs w:val="18"/>
              </w:rPr>
            </w:pPr>
          </w:p>
        </w:tc>
      </w:tr>
      <w:tr w:rsidR="00521821" w:rsidRPr="00D14CB5">
        <w:trPr>
          <w:trHeight w:val="521"/>
          <w:jc w:val="center"/>
        </w:trPr>
        <w:tc>
          <w:tcPr>
            <w:tcW w:w="1368" w:type="dxa"/>
            <w:tcBorders>
              <w:top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521821" w:rsidRPr="00D14CB5" w:rsidRDefault="00521821" w:rsidP="002E0382">
            <w:pPr>
              <w:widowControl w:val="0"/>
              <w:rPr>
                <w:rFonts w:ascii="Arial Unicode" w:hAnsi="Arial Unicode" w:cs="Arial Unicode"/>
                <w:sz w:val="18"/>
                <w:szCs w:val="18"/>
              </w:rPr>
            </w:pPr>
          </w:p>
        </w:tc>
      </w:tr>
      <w:tr w:rsidR="00521821" w:rsidRPr="00D14CB5">
        <w:trPr>
          <w:trHeight w:val="20"/>
          <w:jc w:val="center"/>
        </w:trPr>
        <w:tc>
          <w:tcPr>
            <w:tcW w:w="1368" w:type="dxa"/>
            <w:tcBorders>
              <w:top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521821" w:rsidRPr="00D14CB5" w:rsidRDefault="00521821" w:rsidP="002E0382">
            <w:pPr>
              <w:widowControl w:val="0"/>
              <w:jc w:val="center"/>
              <w:rPr>
                <w:rFonts w:ascii="Arial Unicode" w:hAnsi="Arial Unicode" w:cs="Arial Unicode"/>
                <w:sz w:val="18"/>
                <w:szCs w:val="18"/>
              </w:rPr>
            </w:pPr>
          </w:p>
        </w:tc>
      </w:tr>
      <w:tr w:rsidR="00521821" w:rsidRPr="00D14CB5">
        <w:trPr>
          <w:trHeight w:val="20"/>
          <w:jc w:val="center"/>
        </w:trPr>
        <w:tc>
          <w:tcPr>
            <w:tcW w:w="1368" w:type="dxa"/>
            <w:tcBorders>
              <w:top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521821" w:rsidRPr="00D14CB5" w:rsidRDefault="00521821"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521821" w:rsidRPr="00D14CB5" w:rsidRDefault="00521821" w:rsidP="002E0382">
            <w:pPr>
              <w:widowControl w:val="0"/>
              <w:jc w:val="center"/>
              <w:rPr>
                <w:rFonts w:ascii="Arial Unicode" w:hAnsi="Arial Unicode" w:cs="Arial Unicode"/>
                <w:sz w:val="18"/>
                <w:szCs w:val="18"/>
              </w:rPr>
            </w:pPr>
          </w:p>
        </w:tc>
      </w:tr>
      <w:tr w:rsidR="00521821" w:rsidRPr="00D14CB5">
        <w:trPr>
          <w:trHeight w:val="270"/>
          <w:jc w:val="center"/>
        </w:trPr>
        <w:tc>
          <w:tcPr>
            <w:tcW w:w="1368" w:type="dxa"/>
            <w:tcBorders>
              <w:top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r>
    </w:tbl>
    <w:p w:rsidR="00521821" w:rsidRPr="00D14CB5" w:rsidRDefault="00521821"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521821" w:rsidRPr="00D14CB5" w:rsidRDefault="00521821"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521821" w:rsidRPr="00D14CB5" w:rsidRDefault="00521821" w:rsidP="002E0382">
      <w:pPr>
        <w:widowControl w:val="0"/>
        <w:jc w:val="both"/>
        <w:rPr>
          <w:rFonts w:ascii="Arial Unicode" w:hAnsi="Arial Unicode" w:cs="Arial Unicode"/>
          <w:sz w:val="18"/>
          <w:szCs w:val="18"/>
          <w:lang w:val="es-ES"/>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521821" w:rsidRPr="00D14CB5" w:rsidRDefault="00521821" w:rsidP="002E0382">
      <w:pPr>
        <w:rPr>
          <w:rFonts w:ascii="Arial Unicode" w:hAnsi="Arial Unicode" w:cs="Arial Unicode"/>
          <w:b/>
          <w:bCs/>
          <w:sz w:val="18"/>
          <w:szCs w:val="18"/>
        </w:rPr>
      </w:pPr>
    </w:p>
    <w:p w:rsidR="00521821" w:rsidRPr="00D14CB5" w:rsidRDefault="00521821" w:rsidP="002E0382">
      <w:pPr>
        <w:rPr>
          <w:rFonts w:ascii="Arial Unicode" w:hAnsi="Arial Unicode" w:cs="Arial Unicode"/>
          <w:b/>
          <w:bCs/>
          <w:sz w:val="18"/>
          <w:szCs w:val="18"/>
        </w:rPr>
      </w:pPr>
    </w:p>
    <w:p w:rsidR="00521821" w:rsidRPr="00D14CB5" w:rsidRDefault="00521821" w:rsidP="002E0382">
      <w:pPr>
        <w:rPr>
          <w:rFonts w:ascii="Arial Unicode" w:hAnsi="Arial Unicode" w:cs="Arial Unicode"/>
          <w:b/>
          <w:bCs/>
          <w:sz w:val="18"/>
          <w:szCs w:val="18"/>
        </w:rPr>
      </w:pPr>
    </w:p>
    <w:p w:rsidR="00521821" w:rsidRPr="00D14CB5" w:rsidRDefault="00521821" w:rsidP="002E0382">
      <w:pPr>
        <w:rPr>
          <w:rFonts w:ascii="Arial Unicode" w:hAnsi="Arial Unicode" w:cs="Arial Unicode"/>
          <w:b/>
          <w:bCs/>
          <w:sz w:val="18"/>
          <w:szCs w:val="18"/>
        </w:rPr>
      </w:pPr>
    </w:p>
    <w:p w:rsidR="00521821" w:rsidRPr="00D14CB5" w:rsidRDefault="00521821" w:rsidP="002E0382">
      <w:pPr>
        <w:rPr>
          <w:rFonts w:ascii="Arial Unicode" w:hAnsi="Arial Unicode" w:cs="Arial Unicode"/>
          <w:b/>
          <w:bCs/>
          <w:sz w:val="18"/>
          <w:szCs w:val="18"/>
        </w:rPr>
      </w:pPr>
    </w:p>
    <w:p w:rsidR="00521821" w:rsidRPr="00D14CB5" w:rsidRDefault="00521821" w:rsidP="002E0382">
      <w:pPr>
        <w:rPr>
          <w:rFonts w:ascii="Arial Unicode" w:hAnsi="Arial Unicode" w:cs="Arial Unicode"/>
          <w:b/>
          <w:bCs/>
          <w:sz w:val="18"/>
          <w:szCs w:val="18"/>
        </w:rPr>
      </w:pPr>
    </w:p>
    <w:p w:rsidR="00521821" w:rsidRPr="00D14CB5" w:rsidRDefault="00521821" w:rsidP="002E0382">
      <w:pPr>
        <w:widowControl w:val="0"/>
        <w:ind w:left="567" w:right="565"/>
        <w:jc w:val="center"/>
        <w:rPr>
          <w:rFonts w:ascii="Arial Unicode" w:hAnsi="Arial Unicode" w:cs="Arial Unicode"/>
          <w:b/>
          <w:bCs/>
          <w:sz w:val="18"/>
          <w:szCs w:val="18"/>
        </w:rPr>
      </w:pPr>
    </w:p>
    <w:p w:rsidR="00521821" w:rsidRPr="00D14CB5" w:rsidRDefault="00521821"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4.1</w:t>
      </w:r>
    </w:p>
    <w:p w:rsidR="00521821" w:rsidRPr="00D14CB5" w:rsidRDefault="00521821"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p>
    <w:p w:rsidR="00521821" w:rsidRPr="00D14CB5" w:rsidRDefault="00521821"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521821" w:rsidRPr="00D14CB5" w:rsidRDefault="00521821"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p w:rsidR="00521821" w:rsidRPr="00834063" w:rsidRDefault="00521821" w:rsidP="00834063">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834063">
        <w:rPr>
          <w:rFonts w:ascii="Arial Unicode" w:hAnsi="Arial Unicode" w:cs="Arial Unicode"/>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rPr>
        <w:t xml:space="preserve"> </w:t>
      </w:r>
      <w:r w:rsidRPr="00834063">
        <w:rPr>
          <w:rFonts w:ascii="Arial Unicode" w:hAnsi="Arial Unicode" w:cs="Arial Unicode"/>
          <w:sz w:val="18"/>
          <w:szCs w:val="18"/>
        </w:rPr>
        <w:t xml:space="preserve">заключаемым </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p>
    <w:p w:rsidR="00521821" w:rsidRPr="00834063" w:rsidRDefault="00521821" w:rsidP="00834063">
      <w:pPr>
        <w:pStyle w:val="NormalWeb"/>
        <w:shd w:val="clear" w:color="auto" w:fill="FFFFFF"/>
        <w:spacing w:before="0" w:beforeAutospacing="0" w:after="0" w:afterAutospacing="0"/>
        <w:ind w:left="-142"/>
        <w:rPr>
          <w:rFonts w:ascii="Arial Unicode" w:hAnsi="Arial Unicode" w:cs="Arial Unicode"/>
          <w:b/>
          <w:bCs/>
          <w:sz w:val="14"/>
          <w:szCs w:val="14"/>
          <w:vertAlign w:val="superscript"/>
          <w:lang w:val="hy-AM"/>
        </w:rPr>
      </w:pPr>
      <w:r w:rsidRPr="00834063">
        <w:rPr>
          <w:rStyle w:val="Strong"/>
          <w:rFonts w:ascii="Arial Unicode" w:hAnsi="Arial Unicode" w:cs="Arial Unicode"/>
          <w:b w:val="0"/>
          <w:bCs w:val="0"/>
          <w:sz w:val="14"/>
          <w:szCs w:val="14"/>
          <w:lang w:val="hy-AM"/>
        </w:rPr>
        <w:tab/>
      </w:r>
      <w:r w:rsidRPr="00834063">
        <w:rPr>
          <w:rStyle w:val="Strong"/>
          <w:rFonts w:ascii="Arial Unicode" w:hAnsi="Arial Unicode" w:cs="Arial Unicode"/>
          <w:b w:val="0"/>
          <w:bCs w:val="0"/>
          <w:sz w:val="14"/>
          <w:szCs w:val="14"/>
        </w:rPr>
        <w:t xml:space="preserve">                         номер заключаемого договора                                                                  наименование отобранного участника</w:t>
      </w:r>
      <w:r w:rsidRPr="00834063">
        <w:rPr>
          <w:rStyle w:val="Strong"/>
          <w:rFonts w:ascii="Arial Unicode" w:hAnsi="Arial Unicode" w:cs="Arial Unicode"/>
          <w:b w:val="0"/>
          <w:bCs w:val="0"/>
          <w:sz w:val="14"/>
          <w:szCs w:val="14"/>
          <w:lang w:val="hy-AM"/>
        </w:rPr>
        <w:tab/>
      </w:r>
    </w:p>
    <w:p w:rsidR="00521821" w:rsidRPr="00834063" w:rsidRDefault="00521821" w:rsidP="00834063">
      <w:pPr>
        <w:pStyle w:val="NormalWeb"/>
        <w:shd w:val="clear" w:color="auto" w:fill="FFFFFF"/>
        <w:spacing w:before="0" w:beforeAutospacing="0" w:after="0" w:afterAutospacing="0"/>
        <w:ind w:left="-142"/>
        <w:rPr>
          <w:rStyle w:val="Strong"/>
          <w:rFonts w:ascii="Arial Unicode" w:hAnsi="Arial Unicode" w:cs="Arial Unicode"/>
          <w:b w:val="0"/>
          <w:bCs w:val="0"/>
          <w:sz w:val="14"/>
          <w:szCs w:val="14"/>
          <w:lang w:val="hy-AM"/>
        </w:rPr>
      </w:pPr>
    </w:p>
    <w:p w:rsidR="00521821" w:rsidRPr="00834063" w:rsidRDefault="00521821" w:rsidP="00834063">
      <w:pPr>
        <w:pStyle w:val="NormalWeb"/>
        <w:shd w:val="clear" w:color="auto" w:fill="FFFFFF"/>
        <w:spacing w:before="0" w:beforeAutospacing="0" w:after="0" w:afterAutospacing="0"/>
        <w:ind w:left="-142"/>
        <w:rPr>
          <w:rFonts w:ascii="Arial Unicode" w:hAnsi="Arial Unicode" w:cs="Arial Unicode"/>
          <w:sz w:val="18"/>
          <w:szCs w:val="18"/>
        </w:rPr>
      </w:pPr>
      <w:r w:rsidRPr="00834063">
        <w:rPr>
          <w:rFonts w:ascii="Arial Unicode" w:hAnsi="Arial Unicode" w:cs="Arial Unicode"/>
          <w:sz w:val="18"/>
          <w:szCs w:val="18"/>
        </w:rPr>
        <w:t xml:space="preserve"> (далее-принципал ) в результате  организованной</w:t>
      </w:r>
      <w:r w:rsidRPr="00834063">
        <w:rPr>
          <w:rStyle w:val="Strong"/>
          <w:rFonts w:ascii="Arial Unicode" w:hAnsi="Arial Unicode" w:cs="Arial Unicode"/>
          <w:b w:val="0"/>
          <w:bCs w:val="0"/>
          <w:sz w:val="14"/>
          <w:szCs w:val="14"/>
        </w:rPr>
        <w:t xml:space="preserve">   </w:t>
      </w:r>
      <w:r w:rsidRPr="00D14CB5">
        <w:rPr>
          <w:rFonts w:ascii="Arial Unicode" w:hAnsi="Arial Unicode" w:cs="Arial Unicode"/>
          <w:sz w:val="18"/>
          <w:szCs w:val="18"/>
        </w:rPr>
        <w:t>&lt;&lt;Норк-Мараш&gt;&gt; медицинский центр&gt;&gt; ЗАО</w:t>
      </w:r>
      <w:r w:rsidRPr="00834063">
        <w:rPr>
          <w:rFonts w:ascii="Arial Unicode" w:hAnsi="Arial Unicode" w:cs="Arial Unicode"/>
          <w:sz w:val="18"/>
          <w:szCs w:val="18"/>
        </w:rPr>
        <w:t xml:space="preserve"> (далее-бенефициар) процедуры  закупок 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r w:rsidRPr="00834063">
        <w:rPr>
          <w:rFonts w:ascii="Arial Unicode" w:hAnsi="Arial Unicode" w:cs="Arial Unicode"/>
          <w:sz w:val="18"/>
          <w:szCs w:val="18"/>
        </w:rPr>
        <w:t>.</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vertAlign w:val="superscript"/>
        </w:rPr>
      </w:pP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lang w:val="hy-AM"/>
        </w:rPr>
      </w:pPr>
      <w:r w:rsidRPr="00834063">
        <w:rPr>
          <w:rFonts w:ascii="Arial Unicode" w:hAnsi="Arial Unicode" w:cs="Arial Unicode"/>
          <w:sz w:val="18"/>
          <w:szCs w:val="18"/>
        </w:rPr>
        <w:t xml:space="preserve">2.  По гарантии </w:t>
      </w:r>
      <w:r w:rsidRPr="00834063">
        <w:rPr>
          <w:rFonts w:ascii="Arial Unicode" w:hAnsi="Arial Unicode" w:cs="Arial Unicode"/>
          <w:sz w:val="18"/>
          <w:szCs w:val="18"/>
          <w:lang w:val="hy-AM"/>
        </w:rPr>
        <w:t>----------------------------------------------------------------------------</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                                                           наименование банка выдающего гарантию</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rPr>
      </w:pP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гарантии) в течение десяти рабочих             </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сумма в цифрах и прописью         </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дней после получения требования. При выплате суммы гарантии учитываются вычеты из суммы гарантии на основании </w:t>
      </w:r>
      <w:r w:rsidRPr="00834063">
        <w:rPr>
          <w:rFonts w:ascii="Arial Unicode" w:hAnsi="Arial Unicode" w:cs="Arial Unicode"/>
          <w:sz w:val="18"/>
          <w:szCs w:val="18"/>
          <w:lang w:val="hy-AM"/>
        </w:rPr>
        <w:t xml:space="preserve">двухсторонне утвержденного </w:t>
      </w:r>
      <w:r w:rsidRPr="00834063">
        <w:rPr>
          <w:rFonts w:ascii="Arial Unicode" w:hAnsi="Arial Unicode" w:cs="Arial Unicode"/>
          <w:sz w:val="18"/>
          <w:szCs w:val="18"/>
        </w:rPr>
        <w:t>акта (актов) приема-передачи между бенефициаром и принципалом в рамках исполнения договора</w:t>
      </w:r>
      <w:r w:rsidRPr="00834063">
        <w:rPr>
          <w:rFonts w:ascii="Arial Unicode" w:hAnsi="Arial Unicode" w:cs="Arial Unicode"/>
          <w:sz w:val="18"/>
          <w:szCs w:val="18"/>
          <w:lang w:val="hy-AM"/>
        </w:rPr>
        <w:t xml:space="preserve"> и</w:t>
      </w:r>
      <w:r w:rsidRPr="00834063">
        <w:rPr>
          <w:rFonts w:ascii="Arial Unicode" w:hAnsi="Arial Unicode" w:cs="Arial Unicode"/>
          <w:sz w:val="18"/>
          <w:szCs w:val="18"/>
        </w:rPr>
        <w:t xml:space="preserve"> представленн</w:t>
      </w:r>
      <w:r w:rsidRPr="00834063">
        <w:rPr>
          <w:rFonts w:ascii="Arial Unicode" w:hAnsi="Arial Unicode" w:cs="Arial Unicode"/>
          <w:sz w:val="18"/>
          <w:szCs w:val="18"/>
          <w:lang w:val="hy-AM"/>
        </w:rPr>
        <w:t>ого принципалом</w:t>
      </w:r>
      <w:r w:rsidRPr="00834063">
        <w:rPr>
          <w:rFonts w:ascii="Arial Unicode" w:hAnsi="Arial Unicode" w:cs="Arial Unicode"/>
          <w:sz w:val="18"/>
          <w:szCs w:val="18"/>
        </w:rPr>
        <w:t xml:space="preserve"> лицу давшему гарантию</w:t>
      </w:r>
      <w:r w:rsidRPr="00834063">
        <w:rPr>
          <w:rFonts w:ascii="Arial Unicode" w:hAnsi="Arial Unicode" w:cs="Arial Unicode"/>
          <w:sz w:val="18"/>
          <w:szCs w:val="18"/>
          <w:lang w:val="hy-AM"/>
        </w:rPr>
        <w:t>.</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Выплата производится посредством перечисления на расчетный счет___________________________ </w:t>
      </w:r>
    </w:p>
    <w:p w:rsidR="00521821" w:rsidRPr="00834063" w:rsidRDefault="00521821" w:rsidP="00834063">
      <w:pPr>
        <w:pStyle w:val="NormalWeb"/>
        <w:shd w:val="clear" w:color="auto" w:fill="FFFFFF"/>
        <w:spacing w:before="0" w:beforeAutospacing="0" w:after="0" w:afterAutospacing="0"/>
        <w:ind w:left="5664" w:firstLine="708"/>
        <w:jc w:val="both"/>
        <w:rPr>
          <w:rFonts w:ascii="Arial Unicode" w:hAnsi="Arial Unicode" w:cs="Arial Unicode"/>
          <w:sz w:val="14"/>
          <w:szCs w:val="14"/>
        </w:rPr>
      </w:pPr>
      <w:r w:rsidRPr="00834063">
        <w:rPr>
          <w:rFonts w:ascii="Arial Unicode" w:hAnsi="Arial Unicode" w:cs="Arial Unicode"/>
          <w:sz w:val="14"/>
          <w:szCs w:val="14"/>
        </w:rPr>
        <w:t>расчетный счет</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бенефициара.</w:t>
      </w:r>
    </w:p>
    <w:p w:rsidR="00521821" w:rsidRPr="00834063" w:rsidRDefault="00521821" w:rsidP="00834063">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834063">
        <w:rPr>
          <w:rStyle w:val="Strong"/>
          <w:rFonts w:ascii="Arial Unicode" w:hAnsi="Arial Unicode" w:cs="Arial Unicode"/>
          <w:sz w:val="18"/>
          <w:szCs w:val="18"/>
        </w:rPr>
        <w:t xml:space="preserve">3. </w:t>
      </w:r>
      <w:r w:rsidRPr="00834063">
        <w:rPr>
          <w:rFonts w:ascii="Arial Unicode" w:hAnsi="Arial Unicode" w:cs="Arial Unicode"/>
          <w:sz w:val="18"/>
          <w:szCs w:val="18"/>
        </w:rPr>
        <w:t>Настоящая гарантия является безотзывной.</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21821" w:rsidRPr="00623515" w:rsidRDefault="00521821"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 xml:space="preserve">5. Гарантия действует со дня вступления в силу договора под кодом N________________________ </w:t>
      </w:r>
    </w:p>
    <w:p w:rsidR="00521821" w:rsidRPr="00F560FB" w:rsidRDefault="00521821" w:rsidP="00F560FB">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 </w:t>
      </w:r>
    </w:p>
    <w:p w:rsidR="00521821" w:rsidRPr="00623515" w:rsidRDefault="00521821" w:rsidP="00F560FB">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заключаемого  ме</w:t>
      </w:r>
      <w:r>
        <w:rPr>
          <w:rFonts w:ascii="Arial Unicode" w:hAnsi="Arial Unicode" w:cs="Arial Unicode"/>
          <w:sz w:val="18"/>
          <w:szCs w:val="18"/>
        </w:rPr>
        <w:t>жду  бенефициаром и принципалом</w:t>
      </w:r>
      <w:r w:rsidRPr="00F560FB">
        <w:rPr>
          <w:rFonts w:ascii="Arial Unicode" w:hAnsi="Arial Unicode" w:cs="Arial Unicode"/>
          <w:sz w:val="18"/>
          <w:szCs w:val="18"/>
        </w:rPr>
        <w:t xml:space="preserve">, </w:t>
      </w:r>
      <w:r w:rsidRPr="00834063">
        <w:rPr>
          <w:rFonts w:ascii="Arial Unicode" w:hAnsi="Arial Unicode" w:cs="Arial Unicode"/>
          <w:sz w:val="18"/>
          <w:szCs w:val="18"/>
        </w:rPr>
        <w:t>и  действует включительнодо девяностого рабочего дня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следующего за днем </w:t>
      </w:r>
      <w:r w:rsidRPr="00834063">
        <w:rPr>
          <w:rFonts w:ascii="Arial Unicode" w:hAnsi="Arial Unicode" w:cs="Arial Unicode"/>
          <w:sz w:val="18"/>
          <w:szCs w:val="18"/>
          <w:lang w:val="hy-AM"/>
        </w:rPr>
        <w:t>--------------------------------------------------------</w:t>
      </w:r>
      <w:r w:rsidRPr="00834063">
        <w:rPr>
          <w:rFonts w:ascii="Arial Unicode" w:hAnsi="Arial Unicode" w:cs="Arial Unicode"/>
          <w:sz w:val="18"/>
          <w:szCs w:val="18"/>
        </w:rPr>
        <w:t>------------------</w:t>
      </w:r>
      <w:r w:rsidRPr="00834063">
        <w:rPr>
          <w:rFonts w:ascii="Arial Unicode" w:hAnsi="Arial Unicode" w:cs="Arial Unicode"/>
          <w:sz w:val="18"/>
          <w:szCs w:val="18"/>
          <w:lang w:val="hy-AM"/>
        </w:rPr>
        <w:t>----------------------</w:t>
      </w:r>
    </w:p>
    <w:p w:rsidR="00521821" w:rsidRPr="00F560FB" w:rsidRDefault="00521821" w:rsidP="00F560FB">
      <w:pPr>
        <w:pStyle w:val="NormalWeb"/>
        <w:shd w:val="clear" w:color="auto" w:fill="FFFFFF"/>
        <w:spacing w:before="0" w:beforeAutospacing="0" w:after="0" w:afterAutospacing="0"/>
        <w:ind w:firstLine="374"/>
        <w:jc w:val="both"/>
        <w:rPr>
          <w:rFonts w:ascii="Arial Unicode" w:hAnsi="Arial Unicode" w:cs="Arial Unicode"/>
          <w:sz w:val="14"/>
          <w:szCs w:val="14"/>
        </w:rPr>
      </w:pP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834063">
        <w:rPr>
          <w:rFonts w:ascii="Arial Unicode" w:hAnsi="Arial Unicode" w:cs="Arial Unicode"/>
          <w:sz w:val="18"/>
          <w:szCs w:val="18"/>
          <w:lang w:val="hy-AM"/>
        </w:rPr>
        <w:t>.</w:t>
      </w:r>
      <w:r w:rsidRPr="00F560FB">
        <w:rPr>
          <w:rFonts w:ascii="Arial Unicode" w:hAnsi="Arial Unicode" w:cs="Arial Unicode"/>
          <w:sz w:val="14"/>
          <w:szCs w:val="14"/>
        </w:rPr>
        <w:t>крайний  срок поставки товаров</w:t>
      </w:r>
      <w:r w:rsidRPr="00F560FB">
        <w:rPr>
          <w:rFonts w:ascii="Arial Unicode" w:hAnsi="Arial Unicode" w:cs="Arial Unicode"/>
          <w:sz w:val="14"/>
          <w:szCs w:val="14"/>
          <w:lang w:val="hy-AM"/>
        </w:rPr>
        <w:t>, предусмотренн</w:t>
      </w:r>
      <w:r w:rsidRPr="00F560FB">
        <w:rPr>
          <w:rFonts w:ascii="Arial Unicode" w:hAnsi="Arial Unicode" w:cs="Arial Unicode"/>
          <w:sz w:val="14"/>
          <w:szCs w:val="14"/>
        </w:rPr>
        <w:t xml:space="preserve">ый </w:t>
      </w:r>
      <w:r w:rsidRPr="00F560FB">
        <w:rPr>
          <w:rFonts w:ascii="Arial Unicode" w:hAnsi="Arial Unicode" w:cs="Arial Unicode"/>
          <w:sz w:val="14"/>
          <w:szCs w:val="14"/>
          <w:lang w:val="hy-AM"/>
        </w:rPr>
        <w:t>заключаемым договором</w:t>
      </w:r>
    </w:p>
    <w:p w:rsidR="00521821" w:rsidRPr="00834063" w:rsidRDefault="00521821"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34063">
        <w:rPr>
          <w:rFonts w:ascii="Arial Unicode" w:hAnsi="Arial Unicode" w:cs="Arial Unicode"/>
          <w:sz w:val="18"/>
          <w:szCs w:val="18"/>
          <w:lang w:val="hy-AM"/>
        </w:rPr>
        <w:t>.</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6. Бенефициар предъявляет требование лицу, дающему гарантию, в письменной форме. К требованию прилагаются следующие документы:</w:t>
      </w:r>
    </w:p>
    <w:p w:rsidR="00521821" w:rsidRPr="00834063" w:rsidRDefault="00521821"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1) копии заключенного договора N_____________________, включая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копии внесенных </w:t>
      </w:r>
    </w:p>
    <w:p w:rsidR="00521821" w:rsidRPr="00F560FB" w:rsidRDefault="00521821" w:rsidP="00834063">
      <w:pPr>
        <w:pStyle w:val="NormalWeb"/>
        <w:shd w:val="clear" w:color="auto" w:fill="FFFFFF"/>
        <w:spacing w:before="0" w:beforeAutospacing="0" w:after="0" w:afterAutospacing="0"/>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в него изменений, дополнительных соглашений,</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34063">
          <w:rPr>
            <w:rStyle w:val="Hyperlink"/>
            <w:rFonts w:ascii="Arial Unicode" w:hAnsi="Arial Unicode" w:cs="Arial Unicode"/>
            <w:sz w:val="18"/>
            <w:szCs w:val="18"/>
            <w:lang w:val="hy-AM"/>
          </w:rPr>
          <w:t>www.procurement.am</w:t>
        </w:r>
      </w:hyperlink>
      <w:r w:rsidRPr="00834063">
        <w:rPr>
          <w:rFonts w:ascii="Arial Unicode" w:hAnsi="Arial Unicode" w:cs="Arial Unicode"/>
          <w:sz w:val="18"/>
          <w:szCs w:val="18"/>
        </w:rPr>
        <w:t xml:space="preserve"> .</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3) </w:t>
      </w:r>
      <w:r w:rsidRPr="00834063">
        <w:rPr>
          <w:rFonts w:ascii="Arial Unicode" w:hAnsi="Arial Unicode" w:cs="Arial Unicode"/>
          <w:sz w:val="18"/>
          <w:szCs w:val="18"/>
          <w:lang w:val="hy-AM"/>
        </w:rPr>
        <w:t xml:space="preserve">двухсторонне </w:t>
      </w:r>
      <w:r w:rsidRPr="00834063">
        <w:rPr>
          <w:rFonts w:ascii="Arial Unicode" w:hAnsi="Arial Unicode" w:cs="Arial Unicode"/>
          <w:sz w:val="18"/>
          <w:szCs w:val="18"/>
        </w:rPr>
        <w:t>утвержденный в рамках договора между бенефициаром и принципалом акт (акты) приема-передачи или его(</w:t>
      </w:r>
      <w:r w:rsidRPr="00834063">
        <w:rPr>
          <w:rFonts w:ascii="Arial Unicode" w:hAnsi="Arial Unicode" w:cs="Arial Unicode"/>
          <w:sz w:val="18"/>
          <w:szCs w:val="18"/>
          <w:lang w:val="hy-AM"/>
        </w:rPr>
        <w:t>их</w:t>
      </w:r>
      <w:r w:rsidRPr="00834063">
        <w:rPr>
          <w:rFonts w:ascii="Arial Unicode" w:hAnsi="Arial Unicode" w:cs="Arial Unicode"/>
          <w:sz w:val="18"/>
          <w:szCs w:val="18"/>
        </w:rPr>
        <w:t>) копии.</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8.Лицо, выдающее гарантию, отклоняет требование бенефициара, если:</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1) требование или прилагаемые документы не соответствуют условиям настоящей гарантии,</w:t>
      </w:r>
    </w:p>
    <w:p w:rsidR="00521821" w:rsidRPr="00834063" w:rsidRDefault="00521821"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2) требование представлено по истечении срока, установленного гарантией.</w:t>
      </w:r>
    </w:p>
    <w:p w:rsidR="00521821" w:rsidRPr="00834063" w:rsidRDefault="00521821"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21821" w:rsidRPr="00834063" w:rsidRDefault="00521821"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834063">
        <w:rPr>
          <w:rFonts w:ascii="Arial Unicode" w:hAnsi="Arial Unicode" w:cs="Arial Unicode"/>
          <w:sz w:val="18"/>
          <w:szCs w:val="18"/>
          <w:lang w:val="hy-AM"/>
        </w:rPr>
        <w:t>Руководитель исполнительного органа</w:t>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521821" w:rsidRPr="00834063" w:rsidRDefault="00521821" w:rsidP="00834063">
      <w:pPr>
        <w:pStyle w:val="NormalWeb"/>
        <w:shd w:val="clear" w:color="auto" w:fill="FFFFFF"/>
        <w:spacing w:before="0" w:beforeAutospacing="0" w:after="0" w:afterAutospacing="0"/>
        <w:rPr>
          <w:rFonts w:ascii="Arial Unicode" w:hAnsi="Arial Unicode" w:cs="Arial Unicode"/>
          <w:sz w:val="18"/>
          <w:szCs w:val="18"/>
          <w:vertAlign w:val="superscript"/>
        </w:rPr>
      </w:pPr>
      <w:r w:rsidRPr="00834063">
        <w:rPr>
          <w:rFonts w:ascii="Arial Unicode" w:hAnsi="Arial Unicode" w:cs="Arial Unicode"/>
          <w:sz w:val="18"/>
          <w:szCs w:val="18"/>
          <w:vertAlign w:val="superscript"/>
        </w:rPr>
        <w:t>число, месяц, год</w:t>
      </w: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834063" w:rsidRDefault="00521821"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D14CB5" w:rsidRDefault="00521821"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br w:type="page"/>
        <w:t>Приложение № 4.2</w:t>
      </w:r>
    </w:p>
    <w:p w:rsidR="00521821" w:rsidRPr="00D14CB5" w:rsidRDefault="00521821"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21/47</w:t>
      </w:r>
    </w:p>
    <w:p w:rsidR="00521821" w:rsidRPr="00F70D0A"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521821" w:rsidRPr="00F70D0A"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521821" w:rsidRPr="00D14CB5">
        <w:tc>
          <w:tcPr>
            <w:tcW w:w="4786" w:type="dxa"/>
          </w:tcPr>
          <w:p w:rsidR="00521821" w:rsidRPr="00D14CB5" w:rsidRDefault="00521821"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521821" w:rsidRPr="00D14CB5" w:rsidRDefault="00521821"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521821" w:rsidRPr="00D14CB5" w:rsidRDefault="00521821"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521821" w:rsidRPr="00D14CB5" w:rsidRDefault="00521821"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521821" w:rsidRPr="00D14CB5" w:rsidRDefault="00521821"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21/47</w:t>
      </w:r>
      <w:r w:rsidRPr="00D14CB5">
        <w:rPr>
          <w:rFonts w:ascii="Arial Unicode" w:hAnsi="Arial Unicode" w:cs="Arial Unicode"/>
          <w:sz w:val="18"/>
          <w:szCs w:val="18"/>
        </w:rPr>
        <w:t>.</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521821" w:rsidRPr="00D14CB5" w:rsidDel="00A1321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21821" w:rsidRPr="00D14CB5" w:rsidRDefault="00521821"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F70D0A" w:rsidRDefault="00521821"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521821" w:rsidRPr="00F70D0A" w:rsidRDefault="00521821"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521821" w:rsidRPr="000B2D64" w:rsidRDefault="00521821"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521821" w:rsidRPr="000B2D64" w:rsidRDefault="00521821" w:rsidP="009C5786">
      <w:pPr>
        <w:widowControl w:val="0"/>
        <w:ind w:right="4250"/>
        <w:jc w:val="center"/>
        <w:rPr>
          <w:rFonts w:ascii="Arial Unicode" w:hAnsi="Arial Unicode" w:cs="Arial Unicode"/>
          <w:sz w:val="14"/>
          <w:szCs w:val="14"/>
        </w:rPr>
      </w:pPr>
    </w:p>
    <w:p w:rsidR="00521821" w:rsidRPr="000B2D64" w:rsidRDefault="00521821" w:rsidP="009C5786">
      <w:pPr>
        <w:widowControl w:val="0"/>
        <w:ind w:right="4250"/>
        <w:jc w:val="center"/>
        <w:rPr>
          <w:rFonts w:ascii="Arial Unicode" w:hAnsi="Arial Unicode" w:cs="Arial Unicode"/>
          <w:sz w:val="14"/>
          <w:szCs w:val="14"/>
        </w:rPr>
      </w:pPr>
    </w:p>
    <w:p w:rsidR="00521821" w:rsidRPr="000B2D64" w:rsidRDefault="00521821"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521821" w:rsidRPr="00D14CB5">
        <w:tc>
          <w:tcPr>
            <w:tcW w:w="4673" w:type="dxa"/>
            <w:vAlign w:val="bottom"/>
          </w:tcPr>
          <w:p w:rsidR="00521821" w:rsidRPr="00D14CB5" w:rsidRDefault="00521821"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rPr>
                <w:rFonts w:ascii="Arial Unicode" w:hAnsi="Arial Unicode" w:cs="Arial Unicode"/>
                <w:sz w:val="18"/>
                <w:szCs w:val="18"/>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521821" w:rsidRPr="00D14CB5" w:rsidRDefault="00521821"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jc w:val="right"/>
              <w:rPr>
                <w:rFonts w:ascii="Arial Unicode" w:hAnsi="Arial Unicode" w:cs="Arial Unicode"/>
                <w:sz w:val="18"/>
                <w:szCs w:val="18"/>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521821" w:rsidRPr="00D14CB5">
        <w:tc>
          <w:tcPr>
            <w:tcW w:w="4673" w:type="dxa"/>
            <w:vAlign w:val="bottom"/>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521821" w:rsidRPr="00D14CB5" w:rsidRDefault="00521821"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521821" w:rsidRPr="00D14CB5" w:rsidRDefault="00521821" w:rsidP="002E0382">
            <w:pPr>
              <w:widowControl w:val="0"/>
              <w:rPr>
                <w:rFonts w:ascii="Arial Unicode" w:hAnsi="Arial Unicode" w:cs="Arial Unicode"/>
                <w:sz w:val="18"/>
                <w:szCs w:val="18"/>
              </w:rPr>
            </w:pP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521821" w:rsidRPr="00D14CB5" w:rsidRDefault="00521821"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521821" w:rsidRPr="00D14CB5" w:rsidRDefault="00521821" w:rsidP="002E0382">
            <w:pPr>
              <w:widowControl w:val="0"/>
              <w:rPr>
                <w:rFonts w:ascii="Arial Unicode" w:hAnsi="Arial Unicode" w:cs="Arial Unicode"/>
                <w:sz w:val="18"/>
                <w:szCs w:val="18"/>
              </w:rPr>
            </w:pP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521821" w:rsidRPr="00D14CB5" w:rsidRDefault="00521821"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21821" w:rsidRPr="00D14CB5" w:rsidRDefault="00521821" w:rsidP="002E0382">
      <w:pPr>
        <w:rPr>
          <w:rFonts w:ascii="Arial Unicode" w:hAnsi="Arial Unicode" w:cs="Arial Unicode"/>
          <w:sz w:val="18"/>
          <w:szCs w:val="18"/>
        </w:rPr>
      </w:pPr>
      <w:r w:rsidRPr="00D14CB5">
        <w:rPr>
          <w:rFonts w:ascii="Arial Unicode" w:hAnsi="Arial Unicode" w:cs="Arial Unicode"/>
          <w:sz w:val="18"/>
          <w:szCs w:val="18"/>
        </w:rPr>
        <w:br w:type="page"/>
      </w:r>
    </w:p>
    <w:p w:rsidR="00521821" w:rsidRPr="00D14CB5" w:rsidRDefault="00521821"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521821" w:rsidRPr="00D14CB5">
        <w:trPr>
          <w:tblHeade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521821" w:rsidRPr="00D14CB5">
        <w:trPr>
          <w:tblHeader/>
          <w:jc w:val="center"/>
        </w:trPr>
        <w:tc>
          <w:tcPr>
            <w:tcW w:w="720" w:type="dxa"/>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521821" w:rsidRPr="00D14CB5">
        <w:trPr>
          <w:jc w:val="center"/>
        </w:trPr>
        <w:tc>
          <w:tcPr>
            <w:tcW w:w="720" w:type="dxa"/>
            <w:vAlign w:val="center"/>
          </w:tcPr>
          <w:p w:rsidR="00521821" w:rsidRPr="00D14CB5" w:rsidDel="0010680B"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521821" w:rsidRPr="00D14CB5" w:rsidRDefault="00521821" w:rsidP="002E0382">
            <w:pPr>
              <w:widowControl w:val="0"/>
              <w:jc w:val="center"/>
              <w:rPr>
                <w:rFonts w:ascii="Arial Unicode" w:hAnsi="Arial Unicode" w:cs="Arial Unicode"/>
                <w:sz w:val="18"/>
                <w:szCs w:val="18"/>
              </w:rPr>
            </w:pP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bl>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b/>
          <w:bCs/>
          <w:sz w:val="18"/>
          <w:szCs w:val="18"/>
        </w:rPr>
        <w:br w:type="page"/>
      </w:r>
      <w:r w:rsidRPr="00D14CB5">
        <w:rPr>
          <w:rFonts w:ascii="Arial Unicode" w:hAnsi="Arial Unicode" w:cs="Arial Unicode"/>
          <w:sz w:val="18"/>
          <w:szCs w:val="18"/>
        </w:rPr>
        <w:t>Приложение № 5</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21/47</w:t>
      </w:r>
    </w:p>
    <w:p w:rsidR="00521821" w:rsidRPr="00D14CB5" w:rsidRDefault="00521821" w:rsidP="002E0382">
      <w:pPr>
        <w:pStyle w:val="BodyTextIndent3"/>
        <w:widowControl w:val="0"/>
        <w:spacing w:line="240" w:lineRule="auto"/>
        <w:jc w:val="right"/>
        <w:rPr>
          <w:rFonts w:ascii="Arial Unicode" w:hAnsi="Arial Unicode" w:cs="Arial Unicode"/>
          <w:b/>
          <w:bCs/>
          <w:sz w:val="18"/>
          <w:szCs w:val="18"/>
        </w:rPr>
      </w:pPr>
    </w:p>
    <w:p w:rsidR="00521821" w:rsidRPr="00D14CB5" w:rsidRDefault="00521821"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521821" w:rsidRPr="00F70D0A" w:rsidRDefault="00521821"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p w:rsidR="00521821" w:rsidRPr="00F70D0A" w:rsidRDefault="00521821" w:rsidP="002E0382">
      <w:pPr>
        <w:widowControl w:val="0"/>
        <w:ind w:left="567" w:right="565"/>
        <w:jc w:val="center"/>
        <w:rPr>
          <w:rFonts w:ascii="Arial Unicode" w:hAnsi="Arial Unicode" w:cs="Arial Unicode"/>
          <w:b/>
          <w:bCs/>
          <w:sz w:val="18"/>
          <w:szCs w:val="18"/>
        </w:rPr>
      </w:pPr>
    </w:p>
    <w:p w:rsidR="00521821" w:rsidRPr="00F954AC" w:rsidRDefault="00521821" w:rsidP="00A01911">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A01911">
        <w:rPr>
          <w:rFonts w:ascii="Arial Unicode" w:hAnsi="Arial Unicode" w:cs="Arial Unicode"/>
          <w:sz w:val="18"/>
          <w:szCs w:val="18"/>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Fonts w:ascii="Arial Unicode" w:hAnsi="Arial Unicode" w:cs="Arial Unicode"/>
          <w:sz w:val="18"/>
          <w:szCs w:val="18"/>
        </w:rPr>
        <w:t>заключаемым</w:t>
      </w:r>
      <w:r w:rsidRPr="00F954AC">
        <w:rPr>
          <w:rFonts w:ascii="Arial Unicode" w:hAnsi="Arial Unicode" w:cs="Arial Unicode"/>
          <w:sz w:val="18"/>
          <w:szCs w:val="18"/>
        </w:rPr>
        <w:t xml:space="preserve"> </w:t>
      </w:r>
      <w:r w:rsidRPr="00A01911">
        <w:rPr>
          <w:rFonts w:ascii="Arial Unicode" w:hAnsi="Arial Unicode" w:cs="Arial Unicode"/>
          <w:sz w:val="18"/>
          <w:szCs w:val="18"/>
        </w:rPr>
        <w:t>между</w:t>
      </w:r>
      <w:r w:rsidRPr="00F954AC">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w:t>
      </w:r>
    </w:p>
    <w:p w:rsidR="00521821" w:rsidRPr="00F954AC" w:rsidRDefault="00521821" w:rsidP="00F954AC">
      <w:pPr>
        <w:pStyle w:val="NormalWeb"/>
        <w:shd w:val="clear" w:color="auto" w:fill="FFFFFF"/>
        <w:spacing w:before="0" w:beforeAutospacing="0" w:after="0" w:afterAutospacing="0"/>
        <w:rPr>
          <w:rFonts w:ascii="Arial Unicode" w:hAnsi="Arial Unicode" w:cs="Arial Unicode"/>
          <w:sz w:val="18"/>
          <w:szCs w:val="18"/>
        </w:rPr>
      </w:pPr>
      <w:r w:rsidRPr="00F954AC">
        <w:rPr>
          <w:rStyle w:val="Strong"/>
          <w:rFonts w:ascii="Arial Unicode" w:hAnsi="Arial Unicode" w:cs="Arial Unicode"/>
          <w:b w:val="0"/>
          <w:bCs w:val="0"/>
          <w:sz w:val="14"/>
          <w:szCs w:val="14"/>
        </w:rPr>
        <w:t xml:space="preserve"> номер заключаемого договора</w:t>
      </w:r>
      <w:r w:rsidRPr="00A01911">
        <w:rPr>
          <w:rFonts w:ascii="Arial Unicode" w:hAnsi="Arial Unicode" w:cs="Arial Unicode"/>
          <w:sz w:val="18"/>
          <w:szCs w:val="18"/>
        </w:rPr>
        <w:t xml:space="preserve"> </w:t>
      </w:r>
    </w:p>
    <w:p w:rsidR="00521821" w:rsidRPr="00A01911" w:rsidRDefault="00521821" w:rsidP="00F954AC">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и</w:t>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rPr>
        <w:t>____</w:t>
      </w:r>
      <w:r w:rsidRPr="00F954AC">
        <w:rPr>
          <w:rStyle w:val="Strong"/>
          <w:rFonts w:ascii="Arial Unicode" w:hAnsi="Arial Unicode" w:cs="Arial Unicode"/>
          <w:b w:val="0"/>
          <w:bCs w:val="0"/>
          <w:sz w:val="18"/>
          <w:szCs w:val="18"/>
          <w:u w:val="single"/>
        </w:rPr>
        <w:t xml:space="preserve"> </w:t>
      </w:r>
      <w:r w:rsidRPr="00A01911">
        <w:rPr>
          <w:rFonts w:ascii="Arial Unicode" w:hAnsi="Arial Unicode" w:cs="Arial Unicode"/>
          <w:sz w:val="18"/>
          <w:szCs w:val="18"/>
        </w:rPr>
        <w:t>(далее-принципал).</w:t>
      </w:r>
    </w:p>
    <w:p w:rsidR="00521821" w:rsidRPr="00F954AC" w:rsidRDefault="00521821" w:rsidP="00A01911">
      <w:pPr>
        <w:pStyle w:val="NormalWeb"/>
        <w:shd w:val="clear" w:color="auto" w:fill="FFFFFF"/>
        <w:spacing w:before="0" w:beforeAutospacing="0" w:after="0" w:afterAutospacing="0"/>
        <w:ind w:left="-142"/>
        <w:rPr>
          <w:rStyle w:val="Strong"/>
          <w:rFonts w:ascii="Arial Unicode" w:hAnsi="Arial Unicode" w:cs="Arial Unicode"/>
          <w:b w:val="0"/>
          <w:bCs w:val="0"/>
          <w:sz w:val="14"/>
          <w:szCs w:val="14"/>
        </w:rPr>
      </w:pPr>
      <w:r w:rsidRPr="00F954AC">
        <w:rPr>
          <w:rStyle w:val="Strong"/>
          <w:rFonts w:ascii="Arial Unicode" w:hAnsi="Arial Unicode" w:cs="Arial Unicode"/>
          <w:b w:val="0"/>
          <w:bCs w:val="0"/>
          <w:sz w:val="14"/>
          <w:szCs w:val="14"/>
        </w:rPr>
        <w:t>наименование отобранного участника</w:t>
      </w:r>
    </w:p>
    <w:p w:rsidR="00521821" w:rsidRPr="00A01911" w:rsidRDefault="00521821" w:rsidP="00F954AC">
      <w:pPr>
        <w:pStyle w:val="NormalWeb"/>
        <w:shd w:val="clear" w:color="auto" w:fill="FFFFFF"/>
        <w:spacing w:before="0" w:beforeAutospacing="0" w:after="0" w:afterAutospacing="0"/>
        <w:ind w:left="-142"/>
        <w:rPr>
          <w:rFonts w:ascii="Arial Unicode" w:hAnsi="Arial Unicode" w:cs="Arial Unicode"/>
          <w:sz w:val="18"/>
          <w:szCs w:val="18"/>
        </w:rPr>
      </w:pPr>
      <w:r w:rsidRPr="00A01911">
        <w:rPr>
          <w:rStyle w:val="Strong"/>
          <w:rFonts w:ascii="Arial Unicode" w:hAnsi="Arial Unicode" w:cs="Arial Unicode"/>
          <w:b w:val="0"/>
          <w:bCs w:val="0"/>
          <w:sz w:val="18"/>
          <w:szCs w:val="18"/>
          <w:lang w:val="hy-AM"/>
        </w:rPr>
        <w:tab/>
      </w:r>
      <w:r w:rsidRPr="00A01911">
        <w:rPr>
          <w:rStyle w:val="Strong"/>
          <w:rFonts w:ascii="Arial Unicode" w:hAnsi="Arial Unicode" w:cs="Arial Unicode"/>
          <w:sz w:val="18"/>
          <w:szCs w:val="18"/>
          <w:lang w:val="hy-AM"/>
        </w:rPr>
        <w:tab/>
      </w:r>
      <w:r w:rsidRPr="00A01911">
        <w:rPr>
          <w:rStyle w:val="Strong"/>
          <w:rFonts w:ascii="Arial Unicode" w:hAnsi="Arial Unicode" w:cs="Arial Unicode"/>
          <w:sz w:val="18"/>
          <w:szCs w:val="18"/>
          <w:lang w:val="hy-AM"/>
        </w:rPr>
        <w:tab/>
      </w:r>
    </w:p>
    <w:p w:rsidR="00521821" w:rsidRPr="00A01911" w:rsidRDefault="00521821" w:rsidP="00A01911">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 xml:space="preserve">2.  По гарантии </w:t>
      </w:r>
      <w:r w:rsidRPr="00A01911">
        <w:rPr>
          <w:rFonts w:ascii="Arial Unicode" w:hAnsi="Arial Unicode" w:cs="Arial Unicode"/>
          <w:sz w:val="18"/>
          <w:szCs w:val="18"/>
          <w:lang w:val="hy-AM"/>
        </w:rPr>
        <w:t>----------------------------------------------------------------------------</w:t>
      </w:r>
    </w:p>
    <w:p w:rsidR="00521821" w:rsidRPr="00F954AC" w:rsidRDefault="00521821" w:rsidP="00A01911">
      <w:pPr>
        <w:pStyle w:val="NormalWeb"/>
        <w:shd w:val="clear" w:color="auto" w:fill="FFFFFF"/>
        <w:spacing w:before="0" w:beforeAutospacing="0" w:after="0" w:afterAutospacing="0"/>
        <w:jc w:val="both"/>
        <w:rPr>
          <w:rFonts w:ascii="Arial Unicode" w:hAnsi="Arial Unicode" w:cs="Arial Unicode"/>
          <w:sz w:val="14"/>
          <w:szCs w:val="14"/>
          <w:lang w:val="hy-AM"/>
        </w:rPr>
      </w:pPr>
      <w:r w:rsidRPr="00F954AC">
        <w:rPr>
          <w:rFonts w:ascii="Arial Unicode" w:hAnsi="Arial Unicode" w:cs="Arial Unicode"/>
          <w:sz w:val="14"/>
          <w:szCs w:val="14"/>
        </w:rPr>
        <w:t xml:space="preserve">                                                           наименование банка выдающего гарантию</w:t>
      </w:r>
    </w:p>
    <w:p w:rsidR="00521821" w:rsidRPr="00F954AC" w:rsidRDefault="00521821" w:rsidP="00F954AC">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521821" w:rsidRPr="00F954AC" w:rsidRDefault="00521821" w:rsidP="00F954AC">
      <w:pPr>
        <w:pStyle w:val="NormalWeb"/>
        <w:shd w:val="clear" w:color="auto" w:fill="FFFFFF"/>
        <w:spacing w:before="0" w:beforeAutospacing="0" w:after="0" w:afterAutospacing="0"/>
        <w:jc w:val="both"/>
        <w:rPr>
          <w:rFonts w:ascii="Arial Unicode" w:hAnsi="Arial Unicode" w:cs="Arial Unicode"/>
          <w:sz w:val="14"/>
          <w:szCs w:val="14"/>
        </w:rPr>
      </w:pPr>
      <w:r>
        <w:rPr>
          <w:rFonts w:ascii="Arial Unicode" w:hAnsi="Arial Unicode" w:cs="Arial Unicode"/>
          <w:sz w:val="14"/>
          <w:szCs w:val="14"/>
        </w:rPr>
        <w:t xml:space="preserve">  </w:t>
      </w:r>
      <w:r w:rsidRPr="00F954AC">
        <w:rPr>
          <w:rFonts w:ascii="Arial Unicode" w:hAnsi="Arial Unicode" w:cs="Arial Unicode"/>
          <w:sz w:val="14"/>
          <w:szCs w:val="14"/>
        </w:rPr>
        <w:t>сумма в цифрах и прописью</w:t>
      </w:r>
    </w:p>
    <w:p w:rsidR="00521821" w:rsidRPr="00A01911" w:rsidRDefault="00521821"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521821" w:rsidRPr="00F954AC" w:rsidRDefault="00521821"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расчетный счет</w:t>
      </w:r>
    </w:p>
    <w:p w:rsidR="00521821" w:rsidRPr="00A01911" w:rsidRDefault="00521821" w:rsidP="00A01911">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A01911">
        <w:rPr>
          <w:rStyle w:val="Strong"/>
          <w:rFonts w:ascii="Arial Unicode" w:hAnsi="Arial Unicode" w:cs="Arial Unicode"/>
          <w:sz w:val="18"/>
          <w:szCs w:val="18"/>
        </w:rPr>
        <w:t xml:space="preserve">3. </w:t>
      </w:r>
      <w:r w:rsidRPr="00A01911">
        <w:rPr>
          <w:rFonts w:ascii="Arial Unicode" w:hAnsi="Arial Unicode" w:cs="Arial Unicode"/>
          <w:sz w:val="18"/>
          <w:szCs w:val="18"/>
        </w:rPr>
        <w:t>Настоящая гарантия является безотзывной.</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21821" w:rsidRPr="00623515" w:rsidRDefault="00521821"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5. Гарантия действует со дня вступления в силу договора N________________________ заключаемого</w:t>
      </w:r>
    </w:p>
    <w:p w:rsidR="00521821" w:rsidRPr="00F954AC" w:rsidRDefault="00521821"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521821" w:rsidRPr="00623515" w:rsidRDefault="00521821" w:rsidP="00F954A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между  бенефициаром и принципалом  и  действует включительнодо </w:t>
      </w:r>
      <w:r w:rsidRPr="0091636D">
        <w:rPr>
          <w:rFonts w:ascii="Arial Unicode" w:hAnsi="Arial Unicode" w:cs="Arial Unicode"/>
          <w:sz w:val="18"/>
          <w:szCs w:val="18"/>
        </w:rPr>
        <w:t>90-ого</w:t>
      </w:r>
      <w:r w:rsidRPr="00A01911">
        <w:rPr>
          <w:rFonts w:ascii="Arial Unicode" w:hAnsi="Arial Unicode" w:cs="Arial Unicode"/>
          <w:sz w:val="18"/>
          <w:szCs w:val="18"/>
        </w:rPr>
        <w:t xml:space="preserve"> рабочего дня</w:t>
      </w:r>
      <w:r w:rsidRPr="0091636D">
        <w:rPr>
          <w:rFonts w:ascii="Arial Unicode" w:hAnsi="Arial Unicode" w:cs="Arial Unicode"/>
          <w:sz w:val="18"/>
          <w:szCs w:val="18"/>
        </w:rPr>
        <w:t xml:space="preserve"> </w:t>
      </w:r>
      <w:r w:rsidRPr="00A01911">
        <w:rPr>
          <w:rFonts w:ascii="Arial Unicode" w:hAnsi="Arial Unicode" w:cs="Arial Unicode"/>
          <w:sz w:val="18"/>
          <w:szCs w:val="18"/>
        </w:rPr>
        <w:t xml:space="preserve">следующего за днем </w:t>
      </w:r>
      <w:r w:rsidRPr="00A01911">
        <w:rPr>
          <w:rFonts w:ascii="Arial Unicode" w:hAnsi="Arial Unicode" w:cs="Arial Unicode"/>
          <w:sz w:val="18"/>
          <w:szCs w:val="18"/>
          <w:lang w:val="hy-AM"/>
        </w:rPr>
        <w:t>----------------------------------------------------------------------------</w:t>
      </w:r>
      <w:r w:rsidRPr="00A01911">
        <w:rPr>
          <w:rFonts w:ascii="Arial Unicode" w:hAnsi="Arial Unicode" w:cs="Arial Unicode"/>
          <w:sz w:val="18"/>
          <w:szCs w:val="18"/>
        </w:rPr>
        <w:t>------------------</w:t>
      </w:r>
      <w:r w:rsidRPr="00A01911">
        <w:rPr>
          <w:rFonts w:ascii="Arial Unicode" w:hAnsi="Arial Unicode" w:cs="Arial Unicode"/>
          <w:sz w:val="18"/>
          <w:szCs w:val="18"/>
          <w:lang w:val="hy-AM"/>
        </w:rPr>
        <w:t>----------------------</w:t>
      </w:r>
    </w:p>
    <w:p w:rsidR="00521821" w:rsidRPr="00F954AC" w:rsidRDefault="00521821" w:rsidP="0091636D">
      <w:pPr>
        <w:pStyle w:val="NormalWeb"/>
        <w:shd w:val="clear" w:color="auto" w:fill="FFFFFF"/>
        <w:spacing w:before="0" w:beforeAutospacing="0" w:after="0" w:afterAutospacing="0"/>
        <w:jc w:val="both"/>
        <w:rPr>
          <w:rFonts w:ascii="Arial Unicode" w:hAnsi="Arial Unicode" w:cs="Arial Unicode"/>
          <w:sz w:val="14"/>
          <w:szCs w:val="14"/>
        </w:rPr>
      </w:pPr>
      <w:r w:rsidRPr="0091636D">
        <w:rPr>
          <w:rFonts w:ascii="Arial Unicode" w:hAnsi="Arial Unicode" w:cs="Arial Unicode"/>
          <w:sz w:val="18"/>
          <w:szCs w:val="18"/>
        </w:rPr>
        <w:t xml:space="preserve">               </w:t>
      </w:r>
      <w:r w:rsidRPr="00F954AC">
        <w:rPr>
          <w:rFonts w:ascii="Arial Unicode" w:hAnsi="Arial Unicode" w:cs="Arial Unicode"/>
          <w:sz w:val="14"/>
          <w:szCs w:val="14"/>
        </w:rPr>
        <w:t>крайний  срок поставки товаров, предусмотренный заключаемым договором, включая гарантийный срок</w:t>
      </w:r>
    </w:p>
    <w:p w:rsidR="00521821" w:rsidRPr="00A01911" w:rsidRDefault="00521821"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521821" w:rsidRPr="00A01911" w:rsidRDefault="00521821"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1) копии заключенного договора N_____________________, включая </w:t>
      </w:r>
    </w:p>
    <w:p w:rsidR="00521821" w:rsidRPr="00F954AC" w:rsidRDefault="00521821" w:rsidP="00F954AC">
      <w:pPr>
        <w:pStyle w:val="NormalWeb"/>
        <w:shd w:val="clear" w:color="auto" w:fill="FFFFFF"/>
        <w:spacing w:before="0" w:beforeAutospacing="0" w:after="0" w:afterAutospacing="0"/>
        <w:ind w:left="2832"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копии внесенных  в него изменений, дополнительных соглашений,</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01911">
          <w:rPr>
            <w:rStyle w:val="Hyperlink"/>
            <w:rFonts w:ascii="Arial Unicode" w:hAnsi="Arial Unicode" w:cs="Arial Unicode"/>
            <w:sz w:val="18"/>
            <w:szCs w:val="18"/>
            <w:lang w:val="hy-AM"/>
          </w:rPr>
          <w:t>www.procurement.am</w:t>
        </w:r>
      </w:hyperlink>
      <w:r w:rsidRPr="00A01911">
        <w:rPr>
          <w:rFonts w:ascii="Arial Unicode" w:hAnsi="Arial Unicode" w:cs="Arial Unicode"/>
          <w:sz w:val="18"/>
          <w:szCs w:val="18"/>
        </w:rPr>
        <w:t xml:space="preserve"> .</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8.Лицо, выдающее гарантию, отклоняет требование бенефициара, если:</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1) требование или прилагаемые документы не соответствуют условиям настоящей гарантии,</w:t>
      </w:r>
    </w:p>
    <w:p w:rsidR="00521821" w:rsidRPr="00A01911" w:rsidRDefault="00521821"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2) требование представлено по истечении срока, установленного гарантией.</w:t>
      </w:r>
    </w:p>
    <w:p w:rsidR="00521821" w:rsidRPr="00A01911" w:rsidRDefault="00521821"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21821" w:rsidRPr="00A01911" w:rsidRDefault="00521821"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A01911">
        <w:rPr>
          <w:rFonts w:ascii="Arial Unicode" w:hAnsi="Arial Unicode" w:cs="Arial Unicode"/>
          <w:sz w:val="18"/>
          <w:szCs w:val="18"/>
          <w:lang w:val="hy-AM"/>
        </w:rPr>
        <w:t>Руководитель исполнительного органа</w:t>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521821" w:rsidRPr="00A01911" w:rsidRDefault="00521821" w:rsidP="00A01911">
      <w:pPr>
        <w:pStyle w:val="NormalWeb"/>
        <w:shd w:val="clear" w:color="auto" w:fill="FFFFFF"/>
        <w:spacing w:before="0" w:beforeAutospacing="0" w:after="0" w:afterAutospacing="0"/>
        <w:rPr>
          <w:rFonts w:ascii="Arial Unicode" w:hAnsi="Arial Unicode" w:cs="Arial Unicode"/>
          <w:sz w:val="18"/>
          <w:szCs w:val="18"/>
          <w:vertAlign w:val="superscript"/>
        </w:rPr>
      </w:pPr>
      <w:r w:rsidRPr="00A01911">
        <w:rPr>
          <w:rFonts w:ascii="Arial Unicode" w:hAnsi="Arial Unicode" w:cs="Arial Unicode"/>
          <w:sz w:val="18"/>
          <w:szCs w:val="18"/>
          <w:vertAlign w:val="superscript"/>
        </w:rPr>
        <w:t>число, месяц, год</w:t>
      </w: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A01911" w:rsidRDefault="00521821"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21/47</w:t>
      </w:r>
    </w:p>
    <w:p w:rsidR="00521821" w:rsidRPr="00D14CB5" w:rsidRDefault="00521821" w:rsidP="002E0382">
      <w:pPr>
        <w:widowControl w:val="0"/>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521821" w:rsidRPr="00D14CB5">
        <w:tc>
          <w:tcPr>
            <w:tcW w:w="4786" w:type="dxa"/>
          </w:tcPr>
          <w:p w:rsidR="00521821" w:rsidRPr="00D14CB5" w:rsidRDefault="00521821"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521821" w:rsidRPr="00D14CB5" w:rsidRDefault="00521821"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521821" w:rsidRPr="00D14CB5" w:rsidRDefault="00521821" w:rsidP="002E0382">
      <w:pPr>
        <w:widowControl w:val="0"/>
        <w:rPr>
          <w:rFonts w:ascii="Arial Unicode" w:hAnsi="Arial Unicode" w:cs="Arial Unicode"/>
          <w:b/>
          <w:bCs/>
          <w:sz w:val="18"/>
          <w:szCs w:val="18"/>
        </w:rPr>
      </w:pPr>
    </w:p>
    <w:p w:rsidR="00521821" w:rsidRPr="00D14CB5" w:rsidRDefault="00521821"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521821" w:rsidRPr="00D14CB5" w:rsidRDefault="00521821"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521821" w:rsidRPr="00D14CB5" w:rsidRDefault="00521821"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521821" w:rsidRPr="00D14CB5" w:rsidRDefault="00521821"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21/47</w:t>
      </w:r>
      <w:r w:rsidRPr="00D14CB5">
        <w:rPr>
          <w:rFonts w:ascii="Arial Unicode" w:hAnsi="Arial Unicode" w:cs="Arial Unicode"/>
          <w:sz w:val="18"/>
          <w:szCs w:val="18"/>
        </w:rPr>
        <w:t>.</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521821" w:rsidRPr="00D14CB5" w:rsidDel="00A1321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21821" w:rsidRPr="00D14CB5" w:rsidRDefault="00521821"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521821" w:rsidRPr="00D14CB5" w:rsidRDefault="00521821"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521821" w:rsidRPr="00D14CB5" w:rsidRDefault="00521821" w:rsidP="002E0382">
      <w:pPr>
        <w:widowControl w:val="0"/>
        <w:jc w:val="center"/>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521821" w:rsidRPr="00D14CB5">
        <w:tc>
          <w:tcPr>
            <w:tcW w:w="9588" w:type="dxa"/>
            <w:gridSpan w:val="2"/>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521821" w:rsidRPr="00D14CB5">
        <w:tc>
          <w:tcPr>
            <w:tcW w:w="9588" w:type="dxa"/>
            <w:gridSpan w:val="2"/>
            <w:vAlign w:val="bottom"/>
          </w:tcPr>
          <w:p w:rsidR="00521821" w:rsidRPr="00D14CB5" w:rsidRDefault="00521821"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521821" w:rsidRPr="00D14CB5">
        <w:tc>
          <w:tcPr>
            <w:tcW w:w="4673" w:type="dxa"/>
            <w:vAlign w:val="bottom"/>
          </w:tcPr>
          <w:p w:rsidR="00521821" w:rsidRPr="00D14CB5" w:rsidRDefault="00521821"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rPr>
                <w:rFonts w:ascii="Arial Unicode" w:hAnsi="Arial Unicode" w:cs="Arial Unicode"/>
                <w:sz w:val="18"/>
                <w:szCs w:val="18"/>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521821" w:rsidRPr="00D14CB5" w:rsidRDefault="00521821"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jc w:val="right"/>
              <w:rPr>
                <w:rFonts w:ascii="Arial Unicode" w:hAnsi="Arial Unicode" w:cs="Arial Unicode"/>
                <w:sz w:val="18"/>
                <w:szCs w:val="18"/>
              </w:rPr>
            </w:pP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521821" w:rsidRPr="00D14CB5">
        <w:tc>
          <w:tcPr>
            <w:tcW w:w="4673" w:type="dxa"/>
            <w:vAlign w:val="bottom"/>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521821" w:rsidRPr="00D14CB5" w:rsidRDefault="00521821"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521821" w:rsidRPr="00D14CB5" w:rsidRDefault="00521821" w:rsidP="002E0382">
            <w:pPr>
              <w:widowControl w:val="0"/>
              <w:rPr>
                <w:rFonts w:ascii="Arial Unicode" w:hAnsi="Arial Unicode" w:cs="Arial Unicode"/>
                <w:sz w:val="18"/>
                <w:szCs w:val="18"/>
              </w:rPr>
            </w:pP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521821" w:rsidRPr="00D14CB5" w:rsidRDefault="00521821"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521821" w:rsidRPr="00D14CB5" w:rsidRDefault="00521821"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521821" w:rsidRPr="00D14CB5" w:rsidRDefault="00521821"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521821" w:rsidRPr="00D14CB5" w:rsidRDefault="00521821" w:rsidP="002E0382">
            <w:pPr>
              <w:widowControl w:val="0"/>
              <w:rPr>
                <w:rFonts w:ascii="Arial Unicode" w:hAnsi="Arial Unicode" w:cs="Arial Unicode"/>
                <w:sz w:val="18"/>
                <w:szCs w:val="18"/>
              </w:rPr>
            </w:pPr>
          </w:p>
          <w:p w:rsidR="00521821" w:rsidRPr="00D14CB5" w:rsidRDefault="00521821"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521821" w:rsidRPr="00D14CB5" w:rsidRDefault="00521821" w:rsidP="002E0382">
      <w:pPr>
        <w:widowControl w:val="0"/>
        <w:jc w:val="center"/>
        <w:rPr>
          <w:rFonts w:ascii="Arial Unicode" w:hAnsi="Arial Unicode" w:cs="Arial Unicode"/>
          <w:sz w:val="18"/>
          <w:szCs w:val="18"/>
        </w:rPr>
      </w:pPr>
    </w:p>
    <w:p w:rsidR="00521821" w:rsidRPr="00D14CB5" w:rsidRDefault="00521821"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21821" w:rsidRPr="00D14CB5" w:rsidRDefault="00521821" w:rsidP="002E0382">
      <w:pPr>
        <w:rPr>
          <w:rFonts w:ascii="Arial Unicode" w:hAnsi="Arial Unicode" w:cs="Arial Unicode"/>
          <w:sz w:val="18"/>
          <w:szCs w:val="18"/>
        </w:rPr>
      </w:pPr>
      <w:r w:rsidRPr="00D14CB5">
        <w:rPr>
          <w:rFonts w:ascii="Arial Unicode" w:hAnsi="Arial Unicode" w:cs="Arial Unicode"/>
          <w:sz w:val="18"/>
          <w:szCs w:val="18"/>
        </w:rPr>
        <w:br w:type="page"/>
      </w:r>
    </w:p>
    <w:p w:rsidR="00521821" w:rsidRPr="00D14CB5" w:rsidRDefault="00521821"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521821" w:rsidRPr="00D14CB5">
        <w:trPr>
          <w:tblHeade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521821" w:rsidRPr="00D14CB5">
        <w:trPr>
          <w:tblHeader/>
          <w:jc w:val="center"/>
        </w:trPr>
        <w:tc>
          <w:tcPr>
            <w:tcW w:w="720" w:type="dxa"/>
            <w:vAlign w:val="center"/>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521821" w:rsidRPr="00D14CB5">
        <w:trPr>
          <w:jc w:val="center"/>
        </w:trPr>
        <w:tc>
          <w:tcPr>
            <w:tcW w:w="720" w:type="dxa"/>
            <w:vAlign w:val="center"/>
          </w:tcPr>
          <w:p w:rsidR="00521821" w:rsidRPr="00D14CB5" w:rsidDel="0010680B"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521821" w:rsidRPr="00D14CB5" w:rsidRDefault="00521821" w:rsidP="002E0382">
            <w:pPr>
              <w:widowControl w:val="0"/>
              <w:jc w:val="center"/>
              <w:rPr>
                <w:rFonts w:ascii="Arial Unicode" w:hAnsi="Arial Unicode" w:cs="Arial Unicode"/>
                <w:sz w:val="18"/>
                <w:szCs w:val="18"/>
              </w:rPr>
            </w:pP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r w:rsidR="00521821" w:rsidRPr="00D14CB5">
        <w:trPr>
          <w:jc w:val="center"/>
        </w:trPr>
        <w:tc>
          <w:tcPr>
            <w:tcW w:w="7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521821" w:rsidRPr="00D14CB5" w:rsidRDefault="00521821" w:rsidP="002E0382">
            <w:pPr>
              <w:widowControl w:val="0"/>
              <w:jc w:val="center"/>
              <w:rPr>
                <w:rFonts w:ascii="Arial Unicode" w:hAnsi="Arial Unicode" w:cs="Arial Unicode"/>
                <w:sz w:val="18"/>
                <w:szCs w:val="18"/>
              </w:rPr>
            </w:pPr>
          </w:p>
        </w:tc>
      </w:tr>
    </w:tbl>
    <w:p w:rsidR="00521821" w:rsidRPr="00D14CB5" w:rsidRDefault="00521821" w:rsidP="002E0382">
      <w:pPr>
        <w:widowControl w:val="0"/>
        <w:ind w:left="567" w:right="565"/>
        <w:jc w:val="center"/>
        <w:rPr>
          <w:rFonts w:ascii="Arial Unicode" w:hAnsi="Arial Unicode" w:cs="Arial Unicode"/>
          <w:b/>
          <w:bCs/>
          <w:sz w:val="18"/>
          <w:szCs w:val="18"/>
        </w:rPr>
      </w:pPr>
    </w:p>
    <w:p w:rsidR="00521821" w:rsidRPr="00D14CB5" w:rsidRDefault="00521821" w:rsidP="002E0382">
      <w:pPr>
        <w:widowControl w:val="0"/>
        <w:ind w:left="567" w:right="565"/>
        <w:jc w:val="center"/>
        <w:rPr>
          <w:rFonts w:ascii="Arial Unicode" w:hAnsi="Arial Unicode" w:cs="Arial Unicode"/>
          <w:b/>
          <w:bCs/>
          <w:sz w:val="18"/>
          <w:szCs w:val="18"/>
        </w:rPr>
      </w:pPr>
    </w:p>
    <w:p w:rsidR="00521821" w:rsidRPr="00D14CB5" w:rsidRDefault="00521821"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521821" w:rsidRPr="00D14CB5" w:rsidRDefault="00521821"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21/47</w:t>
      </w:r>
    </w:p>
    <w:p w:rsidR="00521821" w:rsidRPr="00D14CB5" w:rsidRDefault="00521821" w:rsidP="002E0382">
      <w:pPr>
        <w:pStyle w:val="BodyTextIndent3"/>
        <w:widowControl w:val="0"/>
        <w:spacing w:line="240" w:lineRule="auto"/>
        <w:jc w:val="right"/>
        <w:rPr>
          <w:rFonts w:ascii="Arial Unicode" w:hAnsi="Arial Unicode" w:cs="Arial Unicode"/>
          <w:b/>
          <w:bCs/>
          <w:sz w:val="18"/>
          <w:szCs w:val="18"/>
        </w:rPr>
      </w:pPr>
    </w:p>
    <w:p w:rsidR="00521821" w:rsidRPr="00D14CB5" w:rsidRDefault="00521821" w:rsidP="002E0382">
      <w:pPr>
        <w:widowControl w:val="0"/>
        <w:ind w:left="-142" w:firstLine="142"/>
        <w:jc w:val="center"/>
        <w:rPr>
          <w:rFonts w:ascii="Arial Unicode" w:hAnsi="Arial Unicode" w:cs="Arial Unicode"/>
          <w:i/>
          <w:iCs/>
          <w:sz w:val="18"/>
          <w:szCs w:val="18"/>
        </w:rPr>
      </w:pPr>
    </w:p>
    <w:p w:rsidR="00521821" w:rsidRPr="00D14CB5" w:rsidRDefault="00521821"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521821" w:rsidRPr="00D14CB5" w:rsidRDefault="00521821"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521821" w:rsidRPr="00D14CB5" w:rsidRDefault="00521821"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21/47</w:t>
      </w:r>
    </w:p>
    <w:tbl>
      <w:tblPr>
        <w:tblW w:w="0" w:type="auto"/>
        <w:tblInd w:w="-106" w:type="dxa"/>
        <w:tblLook w:val="00A0"/>
      </w:tblPr>
      <w:tblGrid>
        <w:gridCol w:w="4643"/>
        <w:gridCol w:w="4643"/>
      </w:tblGrid>
      <w:tr w:rsidR="00521821" w:rsidRPr="00D14CB5">
        <w:tc>
          <w:tcPr>
            <w:tcW w:w="4643" w:type="dxa"/>
          </w:tcPr>
          <w:p w:rsidR="00521821" w:rsidRPr="00D14CB5" w:rsidRDefault="00521821"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521821" w:rsidRPr="00D14CB5" w:rsidRDefault="00521821"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521821" w:rsidRPr="00D14CB5" w:rsidRDefault="00521821" w:rsidP="002E0382">
      <w:pPr>
        <w:widowControl w:val="0"/>
        <w:tabs>
          <w:tab w:val="left" w:pos="720"/>
          <w:tab w:val="left" w:pos="1440"/>
          <w:tab w:val="left" w:pos="8865"/>
        </w:tabs>
        <w:jc w:val="center"/>
        <w:rPr>
          <w:rFonts w:ascii="Arial Unicode" w:hAnsi="Arial Unicode" w:cs="Arial Unicode"/>
          <w:sz w:val="18"/>
          <w:szCs w:val="18"/>
        </w:rPr>
      </w:pPr>
    </w:p>
    <w:p w:rsidR="00521821" w:rsidRPr="00D14CB5" w:rsidRDefault="00521821"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521821" w:rsidRPr="00D14CB5" w:rsidRDefault="00521821" w:rsidP="002E0382">
      <w:pPr>
        <w:widowControl w:val="0"/>
        <w:ind w:firstLine="709"/>
        <w:jc w:val="both"/>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521821" w:rsidRPr="00D14CB5" w:rsidRDefault="00521821" w:rsidP="002E0382">
      <w:pPr>
        <w:widowControl w:val="0"/>
        <w:ind w:firstLine="709"/>
        <w:jc w:val="both"/>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521821" w:rsidRPr="00D14CB5" w:rsidRDefault="00521821"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521821" w:rsidRPr="00D14CB5" w:rsidRDefault="00521821"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521821" w:rsidRPr="00D14CB5" w:rsidRDefault="00521821"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521821" w:rsidRPr="00D14CB5" w:rsidRDefault="00521821"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521821" w:rsidRPr="00D14CB5" w:rsidRDefault="00521821"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521821" w:rsidRPr="00D14CB5" w:rsidRDefault="00521821"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521821" w:rsidRPr="00D14CB5" w:rsidRDefault="00521821" w:rsidP="002E0382">
      <w:pPr>
        <w:widowControl w:val="0"/>
        <w:ind w:firstLine="720"/>
        <w:jc w:val="both"/>
        <w:rPr>
          <w:rFonts w:ascii="Arial Unicode" w:hAnsi="Arial Unicode" w:cs="Arial Unicode"/>
          <w:i/>
          <w:iCs/>
          <w:sz w:val="18"/>
          <w:szCs w:val="18"/>
          <w:u w:val="single"/>
          <w:lang w:val="hy-AM"/>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521821" w:rsidRPr="00D14CB5" w:rsidRDefault="00521821" w:rsidP="002E0382">
      <w:pPr>
        <w:widowControl w:val="0"/>
        <w:tabs>
          <w:tab w:val="left" w:pos="1134"/>
        </w:tabs>
        <w:ind w:firstLine="567"/>
        <w:jc w:val="both"/>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521821" w:rsidRPr="00D14CB5" w:rsidRDefault="00521821" w:rsidP="002E0382">
      <w:pPr>
        <w:rPr>
          <w:rFonts w:ascii="Arial Unicode" w:hAnsi="Arial Unicode" w:cs="Arial Unicode"/>
          <w:sz w:val="18"/>
          <w:szCs w:val="18"/>
          <w:lang w:val="hy-AM"/>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21821" w:rsidRPr="00D14CB5" w:rsidRDefault="00521821" w:rsidP="002E0382">
      <w:pPr>
        <w:widowControl w:val="0"/>
        <w:jc w:val="center"/>
        <w:rPr>
          <w:rFonts w:ascii="Arial Unicode" w:hAnsi="Arial Unicode" w:cs="Arial Unicode"/>
          <w:sz w:val="18"/>
          <w:szCs w:val="18"/>
          <w:lang w:val="hy-AM"/>
        </w:rPr>
      </w:pP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521821" w:rsidRPr="00D14CB5" w:rsidRDefault="00521821"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521821" w:rsidRPr="00D14CB5" w:rsidRDefault="00521821"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521821" w:rsidRPr="00D14CB5" w:rsidRDefault="00521821"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521821" w:rsidRPr="00D14CB5" w:rsidRDefault="00521821"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521821" w:rsidRPr="00D14CB5"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521821" w:rsidRPr="00F70D0A" w:rsidRDefault="00521821"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521821" w:rsidRPr="00D14CB5" w:rsidRDefault="00521821"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521821" w:rsidRPr="00D14CB5">
        <w:tc>
          <w:tcPr>
            <w:tcW w:w="4536"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521821" w:rsidRPr="00D14CB5" w:rsidRDefault="00521821" w:rsidP="002E0382">
            <w:pPr>
              <w:widowControl w:val="0"/>
              <w:jc w:val="center"/>
              <w:rPr>
                <w:rFonts w:ascii="Arial Unicode" w:hAnsi="Arial Unicode" w:cs="Arial Unicode"/>
                <w:sz w:val="18"/>
                <w:szCs w:val="18"/>
              </w:rPr>
            </w:pPr>
          </w:p>
        </w:tc>
        <w:tc>
          <w:tcPr>
            <w:tcW w:w="4343" w:type="dxa"/>
          </w:tcPr>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521821" w:rsidRPr="00D14CB5" w:rsidRDefault="00521821"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521821" w:rsidRPr="00D14CB5" w:rsidRDefault="00521821" w:rsidP="002E0382">
      <w:pPr>
        <w:widowControl w:val="0"/>
        <w:rPr>
          <w:rFonts w:ascii="Arial Unicode" w:hAnsi="Arial Unicode" w:cs="Arial Unicode"/>
          <w:sz w:val="18"/>
          <w:szCs w:val="18"/>
        </w:rPr>
      </w:pPr>
    </w:p>
    <w:p w:rsidR="00521821" w:rsidRPr="00FB7396" w:rsidRDefault="00521821"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521821" w:rsidRPr="00FB7396" w:rsidRDefault="00521821"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21/47</w:t>
      </w:r>
    </w:p>
    <w:p w:rsidR="00521821" w:rsidRPr="00D14CB5" w:rsidRDefault="00521821"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521821" w:rsidRPr="00F70D0A" w:rsidRDefault="00521821" w:rsidP="002E0382">
      <w:pPr>
        <w:widowControl w:val="0"/>
        <w:jc w:val="center"/>
        <w:rPr>
          <w:rFonts w:ascii="Arial Unicode" w:hAnsi="Arial Unicode" w:cs="Arial Unicode"/>
          <w:sz w:val="18"/>
          <w:szCs w:val="18"/>
        </w:rPr>
      </w:pPr>
    </w:p>
    <w:p w:rsidR="00521821" w:rsidRPr="00F70D0A" w:rsidRDefault="00521821"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521821" w:rsidRPr="00F70D0A" w:rsidRDefault="00521821"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521821" w:rsidRPr="00D14CB5">
        <w:tc>
          <w:tcPr>
            <w:tcW w:w="9892" w:type="dxa"/>
            <w:gridSpan w:val="16"/>
          </w:tcPr>
          <w:p w:rsidR="00521821" w:rsidRPr="00D14CB5" w:rsidRDefault="00521821" w:rsidP="002E0382">
            <w:pPr>
              <w:jc w:val="center"/>
              <w:rPr>
                <w:rFonts w:ascii="Arial Unicode" w:hAnsi="Arial Unicode" w:cs="Arial Unicode"/>
                <w:sz w:val="18"/>
                <w:szCs w:val="18"/>
                <w:lang w:val="es-ES"/>
              </w:rPr>
            </w:pPr>
            <w:r>
              <w:rPr>
                <w:rFonts w:ascii="Arial Unicode" w:hAnsi="Arial Unicode" w:cs="Arial Unicode"/>
                <w:sz w:val="18"/>
                <w:szCs w:val="18"/>
                <w:lang w:val="es-ES"/>
              </w:rPr>
              <w:t>Товара</w:t>
            </w:r>
          </w:p>
        </w:tc>
      </w:tr>
      <w:tr w:rsidR="00521821" w:rsidRPr="00D14CB5">
        <w:tc>
          <w:tcPr>
            <w:tcW w:w="960" w:type="dxa"/>
            <w:vAlign w:val="center"/>
          </w:tcPr>
          <w:p w:rsidR="00521821" w:rsidRPr="00D14CB5" w:rsidRDefault="00521821"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521821" w:rsidRPr="00D14CB5" w:rsidRDefault="00521821"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521821" w:rsidRPr="00D14CB5" w:rsidRDefault="00521821"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521821" w:rsidRPr="00D14CB5" w:rsidRDefault="00521821"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521821" w:rsidRPr="00D14CB5">
        <w:trPr>
          <w:cantSplit/>
          <w:trHeight w:val="1538"/>
        </w:trPr>
        <w:tc>
          <w:tcPr>
            <w:tcW w:w="960" w:type="dxa"/>
          </w:tcPr>
          <w:p w:rsidR="00521821" w:rsidRPr="00D14CB5" w:rsidRDefault="00521821" w:rsidP="002E0382">
            <w:pPr>
              <w:jc w:val="center"/>
              <w:rPr>
                <w:rFonts w:ascii="Arial Unicode" w:hAnsi="Arial Unicode" w:cs="Arial Unicode"/>
                <w:sz w:val="18"/>
                <w:szCs w:val="18"/>
                <w:lang w:val="es-ES"/>
              </w:rPr>
            </w:pPr>
          </w:p>
        </w:tc>
        <w:tc>
          <w:tcPr>
            <w:tcW w:w="1320" w:type="dxa"/>
          </w:tcPr>
          <w:p w:rsidR="00521821" w:rsidRPr="00D14CB5" w:rsidRDefault="00521821" w:rsidP="002E0382">
            <w:pPr>
              <w:jc w:val="center"/>
              <w:rPr>
                <w:rFonts w:ascii="Arial Unicode" w:hAnsi="Arial Unicode" w:cs="Arial Unicode"/>
                <w:sz w:val="18"/>
                <w:szCs w:val="18"/>
                <w:lang w:val="es-ES"/>
              </w:rPr>
            </w:pPr>
          </w:p>
        </w:tc>
        <w:tc>
          <w:tcPr>
            <w:tcW w:w="1200" w:type="dxa"/>
          </w:tcPr>
          <w:p w:rsidR="00521821" w:rsidRPr="00D14CB5" w:rsidRDefault="00521821" w:rsidP="002E0382">
            <w:pPr>
              <w:jc w:val="center"/>
              <w:rPr>
                <w:rFonts w:ascii="Arial Unicode" w:hAnsi="Arial Unicode" w:cs="Arial Unicode"/>
                <w:sz w:val="18"/>
                <w:szCs w:val="18"/>
                <w:lang w:val="es-ES"/>
              </w:rPr>
            </w:pP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521821" w:rsidRPr="00D14CB5" w:rsidRDefault="00521821"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521821" w:rsidRPr="00083D0B" w:rsidRDefault="00521821"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521821" w:rsidRPr="00D14CB5">
        <w:trPr>
          <w:cantSplit/>
          <w:trHeight w:val="1538"/>
        </w:trPr>
        <w:tc>
          <w:tcPr>
            <w:tcW w:w="960" w:type="dxa"/>
            <w:vAlign w:val="center"/>
          </w:tcPr>
          <w:p w:rsidR="00521821" w:rsidRPr="00083D0B"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521821" w:rsidRPr="00FF60F9" w:rsidRDefault="00521821" w:rsidP="002E0382">
            <w:pPr>
              <w:widowControl w:val="0"/>
              <w:jc w:val="center"/>
              <w:rPr>
                <w:rFonts w:ascii="Arial Unicode" w:hAnsi="Arial Unicode" w:cs="Arial Unicode"/>
                <w:sz w:val="18"/>
                <w:szCs w:val="18"/>
                <w:lang w:val="en-US"/>
              </w:rPr>
            </w:pPr>
            <w:r>
              <w:rPr>
                <w:rFonts w:ascii="Arial Unicode" w:hAnsi="Arial Unicode" w:cs="Arial Unicode"/>
                <w:sz w:val="18"/>
                <w:szCs w:val="18"/>
                <w:lang w:val="en-US"/>
              </w:rPr>
              <w:t>товары медицинского назначения</w:t>
            </w:r>
          </w:p>
        </w:tc>
        <w:tc>
          <w:tcPr>
            <w:tcW w:w="6412" w:type="dxa"/>
            <w:gridSpan w:val="13"/>
            <w:vAlign w:val="center"/>
          </w:tcPr>
          <w:p w:rsidR="00521821" w:rsidRPr="001F53E3" w:rsidRDefault="00521821"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521821" w:rsidRPr="00D14CB5" w:rsidRDefault="00521821"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521821" w:rsidRPr="00D14CB5" w:rsidRDefault="00521821" w:rsidP="002E0382">
      <w:pPr>
        <w:widowControl w:val="0"/>
        <w:jc w:val="right"/>
        <w:rPr>
          <w:rFonts w:ascii="Arial Unicode" w:hAnsi="Arial Unicode" w:cs="Arial Unicode"/>
          <w:sz w:val="18"/>
          <w:szCs w:val="18"/>
        </w:rPr>
      </w:pPr>
    </w:p>
    <w:p w:rsidR="00521821" w:rsidRPr="00D14CB5" w:rsidRDefault="00521821" w:rsidP="002E0382">
      <w:pPr>
        <w:widowControl w:val="0"/>
        <w:jc w:val="right"/>
        <w:rPr>
          <w:rFonts w:ascii="Arial Unicode" w:hAnsi="Arial Unicode" w:cs="Arial Unicode"/>
          <w:sz w:val="18"/>
          <w:szCs w:val="18"/>
        </w:rPr>
      </w:pPr>
    </w:p>
    <w:p w:rsidR="00521821" w:rsidRPr="00D14CB5" w:rsidRDefault="00521821" w:rsidP="002E0382">
      <w:pPr>
        <w:widowControl w:val="0"/>
        <w:rPr>
          <w:rFonts w:ascii="Arial Unicode" w:hAnsi="Arial Unicode" w:cs="Arial Unicode"/>
          <w:i/>
          <w:iCs/>
          <w:sz w:val="18"/>
          <w:szCs w:val="18"/>
        </w:rPr>
      </w:pPr>
    </w:p>
    <w:p w:rsidR="00521821" w:rsidRPr="00D14CB5" w:rsidRDefault="00521821"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521821" w:rsidRPr="00D14CB5">
        <w:trPr>
          <w:jc w:val="center"/>
        </w:trPr>
        <w:tc>
          <w:tcPr>
            <w:tcW w:w="4536" w:type="dxa"/>
          </w:tcPr>
          <w:p w:rsidR="00521821" w:rsidRPr="00F70D0A"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521821" w:rsidRPr="00F70D0A" w:rsidRDefault="00521821" w:rsidP="002E0382">
            <w:pPr>
              <w:widowControl w:val="0"/>
              <w:jc w:val="center"/>
              <w:rPr>
                <w:rFonts w:ascii="Arial Unicode" w:hAnsi="Arial Unicode" w:cs="Arial Unicode"/>
                <w:b/>
                <w:bCs/>
                <w:sz w:val="18"/>
                <w:szCs w:val="18"/>
              </w:rPr>
            </w:pP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521821" w:rsidRPr="00D14CB5" w:rsidRDefault="00521821"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521821" w:rsidRPr="00D14CB5" w:rsidRDefault="00521821" w:rsidP="002E0382">
            <w:pPr>
              <w:jc w:val="center"/>
              <w:rPr>
                <w:rFonts w:ascii="Arial Unicode" w:hAnsi="Arial Unicode" w:cs="Arial Unicode"/>
                <w:sz w:val="18"/>
                <w:szCs w:val="18"/>
              </w:rPr>
            </w:pP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521821" w:rsidRPr="00D14CB5" w:rsidRDefault="00521821" w:rsidP="002E0382">
            <w:pPr>
              <w:widowControl w:val="0"/>
              <w:jc w:val="center"/>
              <w:rPr>
                <w:rFonts w:ascii="Arial Unicode" w:hAnsi="Arial Unicode" w:cs="Arial Unicode"/>
                <w:sz w:val="18"/>
                <w:szCs w:val="18"/>
              </w:rPr>
            </w:pPr>
          </w:p>
        </w:tc>
        <w:tc>
          <w:tcPr>
            <w:tcW w:w="4343" w:type="dxa"/>
          </w:tcPr>
          <w:p w:rsidR="00521821" w:rsidRDefault="00521821"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521821" w:rsidRDefault="00521821" w:rsidP="002E0382">
            <w:pPr>
              <w:widowControl w:val="0"/>
              <w:jc w:val="center"/>
              <w:rPr>
                <w:rFonts w:ascii="Arial Unicode" w:hAnsi="Arial Unicode" w:cs="Arial Unicode"/>
                <w:b/>
                <w:bCs/>
                <w:sz w:val="18"/>
                <w:szCs w:val="18"/>
                <w:lang w:val="en-US"/>
              </w:rPr>
            </w:pPr>
          </w:p>
          <w:p w:rsidR="00521821" w:rsidRDefault="00521821" w:rsidP="002E0382">
            <w:pPr>
              <w:widowControl w:val="0"/>
              <w:jc w:val="center"/>
              <w:rPr>
                <w:rFonts w:ascii="Arial Unicode" w:hAnsi="Arial Unicode" w:cs="Arial Unicode"/>
                <w:b/>
                <w:bCs/>
                <w:sz w:val="18"/>
                <w:szCs w:val="18"/>
                <w:lang w:val="en-US"/>
              </w:rPr>
            </w:pPr>
          </w:p>
          <w:p w:rsidR="00521821" w:rsidRDefault="00521821" w:rsidP="002E0382">
            <w:pPr>
              <w:widowControl w:val="0"/>
              <w:jc w:val="center"/>
              <w:rPr>
                <w:rFonts w:ascii="Arial Unicode" w:hAnsi="Arial Unicode" w:cs="Arial Unicode"/>
                <w:b/>
                <w:bCs/>
                <w:sz w:val="18"/>
                <w:szCs w:val="18"/>
                <w:lang w:val="en-US"/>
              </w:rPr>
            </w:pPr>
          </w:p>
          <w:p w:rsidR="00521821" w:rsidRDefault="00521821" w:rsidP="002E0382">
            <w:pPr>
              <w:widowControl w:val="0"/>
              <w:jc w:val="center"/>
              <w:rPr>
                <w:rFonts w:ascii="Arial Unicode" w:hAnsi="Arial Unicode" w:cs="Arial Unicode"/>
                <w:b/>
                <w:bCs/>
                <w:sz w:val="18"/>
                <w:szCs w:val="18"/>
                <w:lang w:val="en-US"/>
              </w:rPr>
            </w:pPr>
          </w:p>
          <w:p w:rsidR="00521821" w:rsidRDefault="00521821" w:rsidP="002E0382">
            <w:pPr>
              <w:widowControl w:val="0"/>
              <w:jc w:val="center"/>
              <w:rPr>
                <w:rFonts w:ascii="Arial Unicode" w:hAnsi="Arial Unicode" w:cs="Arial Unicode"/>
                <w:b/>
                <w:bCs/>
                <w:sz w:val="18"/>
                <w:szCs w:val="18"/>
                <w:lang w:val="en-US"/>
              </w:rPr>
            </w:pPr>
          </w:p>
          <w:p w:rsidR="00521821" w:rsidRDefault="00521821" w:rsidP="002E0382">
            <w:pPr>
              <w:widowControl w:val="0"/>
              <w:jc w:val="center"/>
              <w:rPr>
                <w:rFonts w:ascii="Arial Unicode" w:hAnsi="Arial Unicode" w:cs="Arial Unicode"/>
                <w:b/>
                <w:bCs/>
                <w:sz w:val="18"/>
                <w:szCs w:val="18"/>
                <w:lang w:val="en-US"/>
              </w:rPr>
            </w:pPr>
          </w:p>
          <w:p w:rsidR="00521821" w:rsidRPr="00FB7396" w:rsidRDefault="00521821" w:rsidP="002E0382">
            <w:pPr>
              <w:widowControl w:val="0"/>
              <w:jc w:val="center"/>
              <w:rPr>
                <w:rFonts w:ascii="Arial Unicode" w:hAnsi="Arial Unicode" w:cs="Arial Unicode"/>
                <w:b/>
                <w:bCs/>
                <w:sz w:val="18"/>
                <w:szCs w:val="18"/>
                <w:lang w:val="en-US"/>
              </w:rPr>
            </w:pPr>
          </w:p>
          <w:p w:rsidR="00521821" w:rsidRPr="00D14CB5" w:rsidRDefault="00521821"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521821" w:rsidRPr="00D14CB5" w:rsidRDefault="00521821" w:rsidP="002E0382">
      <w:pPr>
        <w:widowControl w:val="0"/>
        <w:rPr>
          <w:rFonts w:ascii="Arial Unicode" w:hAnsi="Arial Unicode" w:cs="Arial Unicode"/>
          <w:sz w:val="18"/>
          <w:szCs w:val="18"/>
        </w:rPr>
        <w:sectPr w:rsidR="00521821" w:rsidRPr="00D14CB5" w:rsidSect="00183055">
          <w:footerReference w:type="default" r:id="rId10"/>
          <w:footnotePr>
            <w:pos w:val="beneathText"/>
          </w:footnotePr>
          <w:pgSz w:w="11906" w:h="16838" w:code="9"/>
          <w:pgMar w:top="899" w:right="1418" w:bottom="899" w:left="1418" w:header="561" w:footer="561" w:gutter="0"/>
          <w:cols w:space="720"/>
        </w:sectPr>
      </w:pPr>
    </w:p>
    <w:p w:rsidR="00521821" w:rsidRPr="00FB7396" w:rsidRDefault="00521821"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521821" w:rsidRPr="00FB7396" w:rsidRDefault="00521821"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21/47</w:t>
      </w:r>
    </w:p>
    <w:p w:rsidR="00521821" w:rsidRPr="00D14CB5" w:rsidRDefault="00521821"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521821" w:rsidRPr="00D14CB5" w:rsidRDefault="00521821"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521821" w:rsidRPr="00D14CB5">
        <w:trPr>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521821" w:rsidRPr="00D14CB5" w:rsidRDefault="00521821" w:rsidP="002E0382">
      <w:pPr>
        <w:widowControl w:val="0"/>
        <w:ind w:firstLine="375"/>
        <w:rPr>
          <w:rFonts w:ascii="Arial Unicode" w:hAnsi="Arial Unicode" w:cs="Arial Unicode"/>
          <w:sz w:val="18"/>
          <w:szCs w:val="18"/>
        </w:rPr>
      </w:pPr>
    </w:p>
    <w:p w:rsidR="00521821" w:rsidRPr="00D14CB5" w:rsidRDefault="00521821"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521821" w:rsidRPr="00D14CB5" w:rsidRDefault="00521821"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521821" w:rsidRPr="00D14CB5" w:rsidRDefault="00521821" w:rsidP="002E0382">
      <w:pPr>
        <w:pStyle w:val="BodyTextIndent"/>
        <w:widowControl w:val="0"/>
        <w:spacing w:after="0" w:line="240" w:lineRule="auto"/>
        <w:ind w:firstLine="0"/>
        <w:jc w:val="center"/>
        <w:rPr>
          <w:rFonts w:ascii="Arial Unicode" w:hAnsi="Arial Unicode" w:cs="Arial Unicode"/>
          <w:b/>
          <w:bCs/>
          <w:i/>
          <w:iCs/>
          <w:sz w:val="18"/>
          <w:szCs w:val="18"/>
        </w:rPr>
      </w:pPr>
    </w:p>
    <w:p w:rsidR="00521821" w:rsidRPr="00D14CB5" w:rsidRDefault="00521821"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521821" w:rsidRPr="00D14CB5" w:rsidRDefault="00521821"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521821" w:rsidRPr="00D14CB5" w:rsidRDefault="00521821"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521821" w:rsidRPr="00D14CB5" w:rsidRDefault="00521821"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521821" w:rsidRPr="00D14CB5" w:rsidRDefault="00521821"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521821" w:rsidRPr="00D14CB5">
        <w:trPr>
          <w:jc w:val="center"/>
        </w:trPr>
        <w:tc>
          <w:tcPr>
            <w:tcW w:w="442" w:type="dxa"/>
            <w:vMerge w:val="restart"/>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521821" w:rsidRPr="00D14CB5" w:rsidRDefault="00521821"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521821" w:rsidRPr="00D14CB5">
        <w:trPr>
          <w:jc w:val="center"/>
        </w:trPr>
        <w:tc>
          <w:tcPr>
            <w:tcW w:w="442" w:type="dxa"/>
            <w:vMerge/>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521821" w:rsidRPr="00D14CB5">
        <w:trPr>
          <w:trHeight w:val="1105"/>
          <w:jc w:val="center"/>
        </w:trPr>
        <w:tc>
          <w:tcPr>
            <w:tcW w:w="442" w:type="dxa"/>
            <w:vMerge/>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r>
      <w:tr w:rsidR="00521821" w:rsidRPr="00D14CB5">
        <w:trPr>
          <w:jc w:val="center"/>
        </w:trPr>
        <w:tc>
          <w:tcPr>
            <w:tcW w:w="442"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r>
      <w:tr w:rsidR="00521821" w:rsidRPr="00D14CB5">
        <w:trPr>
          <w:jc w:val="center"/>
        </w:trPr>
        <w:tc>
          <w:tcPr>
            <w:tcW w:w="442"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521821" w:rsidRPr="00D14CB5" w:rsidRDefault="00521821" w:rsidP="002E0382">
            <w:pPr>
              <w:pStyle w:val="NormalWeb"/>
              <w:widowControl w:val="0"/>
              <w:spacing w:before="0" w:beforeAutospacing="0" w:after="0" w:afterAutospacing="0"/>
              <w:jc w:val="center"/>
              <w:rPr>
                <w:rFonts w:ascii="Arial Unicode" w:hAnsi="Arial Unicode" w:cs="Arial Unicode"/>
                <w:sz w:val="18"/>
                <w:szCs w:val="18"/>
              </w:rPr>
            </w:pPr>
          </w:p>
        </w:tc>
      </w:tr>
    </w:tbl>
    <w:p w:rsidR="00521821" w:rsidRPr="00D14CB5" w:rsidRDefault="00521821" w:rsidP="002E0382">
      <w:pPr>
        <w:widowControl w:val="0"/>
        <w:ind w:firstLine="375"/>
        <w:jc w:val="both"/>
        <w:rPr>
          <w:rFonts w:ascii="Arial Unicode" w:hAnsi="Arial Unicode" w:cs="Arial Unicode"/>
          <w:sz w:val="18"/>
          <w:szCs w:val="18"/>
          <w:lang w:val="en-US"/>
        </w:rPr>
      </w:pPr>
    </w:p>
    <w:p w:rsidR="00521821" w:rsidRPr="00D14CB5" w:rsidRDefault="00521821"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521821" w:rsidRPr="00D14CB5" w:rsidRDefault="00521821"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521821" w:rsidRPr="00D14CB5">
        <w:trPr>
          <w:trHeight w:val="266"/>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521821" w:rsidRPr="00D14CB5">
        <w:trPr>
          <w:trHeight w:val="473"/>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521821" w:rsidRPr="00D14CB5" w:rsidRDefault="00521821"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521821" w:rsidRPr="00D14CB5">
        <w:trPr>
          <w:trHeight w:val="503"/>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521821" w:rsidRPr="00D14CB5" w:rsidRDefault="00521821"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521821" w:rsidRPr="00D14CB5">
        <w:trPr>
          <w:trHeight w:val="281"/>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521821" w:rsidRPr="00D14CB5" w:rsidRDefault="00521821" w:rsidP="002E0382">
      <w:pPr>
        <w:widowControl w:val="0"/>
        <w:jc w:val="right"/>
        <w:rPr>
          <w:rFonts w:ascii="Arial Unicode" w:hAnsi="Arial Unicode" w:cs="Arial Unicode"/>
          <w:b/>
          <w:bCs/>
          <w:sz w:val="18"/>
          <w:szCs w:val="18"/>
        </w:rPr>
      </w:pPr>
    </w:p>
    <w:p w:rsidR="00521821" w:rsidRPr="00FB7396" w:rsidRDefault="00521821"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521821" w:rsidRPr="00FB7396" w:rsidRDefault="00521821"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21/47</w:t>
      </w:r>
    </w:p>
    <w:p w:rsidR="00521821" w:rsidRPr="00D14CB5" w:rsidRDefault="00521821"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521821" w:rsidRPr="00D14CB5" w:rsidRDefault="00521821" w:rsidP="002E0382">
      <w:pPr>
        <w:widowControl w:val="0"/>
        <w:tabs>
          <w:tab w:val="left" w:pos="360"/>
          <w:tab w:val="left" w:pos="540"/>
        </w:tabs>
        <w:jc w:val="center"/>
        <w:rPr>
          <w:rFonts w:ascii="Arial Unicode" w:hAnsi="Arial Unicode" w:cs="Arial Unicode"/>
          <w:b/>
          <w:bCs/>
          <w:sz w:val="18"/>
          <w:szCs w:val="18"/>
        </w:rPr>
      </w:pPr>
    </w:p>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521821" w:rsidRPr="00D14CB5" w:rsidRDefault="00521821"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521821" w:rsidRPr="00D14CB5" w:rsidRDefault="00521821" w:rsidP="002E0382">
      <w:pPr>
        <w:widowControl w:val="0"/>
        <w:tabs>
          <w:tab w:val="left" w:pos="360"/>
          <w:tab w:val="left" w:pos="540"/>
        </w:tabs>
        <w:jc w:val="center"/>
        <w:rPr>
          <w:rFonts w:ascii="Arial Unicode" w:hAnsi="Arial Unicode" w:cs="Arial Unicode"/>
          <w:sz w:val="18"/>
          <w:szCs w:val="18"/>
        </w:rPr>
      </w:pP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521821" w:rsidRPr="00D14CB5" w:rsidRDefault="00521821"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521821" w:rsidRPr="00D14CB5" w:rsidRDefault="00521821"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521821" w:rsidRPr="00D14CB5" w:rsidRDefault="00521821"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521821" w:rsidRPr="00D14CB5" w:rsidRDefault="00521821"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521821" w:rsidRPr="00D14CB5" w:rsidRDefault="00521821"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521821" w:rsidRPr="00D14CB5" w:rsidRDefault="00521821"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521821" w:rsidRPr="00D14CB5">
        <w:trPr>
          <w:trHeight w:val="273"/>
          <w:jc w:val="center"/>
        </w:trPr>
        <w:tc>
          <w:tcPr>
            <w:tcW w:w="7698" w:type="dxa"/>
            <w:gridSpan w:val="3"/>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521821" w:rsidRPr="00D14CB5">
        <w:trPr>
          <w:trHeight w:val="273"/>
          <w:jc w:val="center"/>
        </w:trPr>
        <w:tc>
          <w:tcPr>
            <w:tcW w:w="3852" w:type="dxa"/>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521821" w:rsidRPr="00D14CB5">
        <w:trPr>
          <w:trHeight w:val="273"/>
          <w:jc w:val="center"/>
        </w:trPr>
        <w:tc>
          <w:tcPr>
            <w:tcW w:w="3852" w:type="dxa"/>
            <w:vAlign w:val="center"/>
          </w:tcPr>
          <w:p w:rsidR="00521821" w:rsidRPr="00D14CB5" w:rsidRDefault="00521821"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r>
      <w:tr w:rsidR="00521821" w:rsidRPr="00D14CB5">
        <w:trPr>
          <w:trHeight w:val="273"/>
          <w:jc w:val="center"/>
        </w:trPr>
        <w:tc>
          <w:tcPr>
            <w:tcW w:w="3852" w:type="dxa"/>
            <w:vAlign w:val="center"/>
          </w:tcPr>
          <w:p w:rsidR="00521821" w:rsidRPr="00D14CB5" w:rsidRDefault="00521821"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521821" w:rsidRPr="00D14CB5" w:rsidRDefault="00521821" w:rsidP="002E0382">
            <w:pPr>
              <w:widowControl w:val="0"/>
              <w:jc w:val="center"/>
              <w:rPr>
                <w:rFonts w:ascii="Arial Unicode" w:hAnsi="Arial Unicode" w:cs="Arial Unicode"/>
                <w:sz w:val="18"/>
                <w:szCs w:val="18"/>
              </w:rPr>
            </w:pPr>
          </w:p>
        </w:tc>
      </w:tr>
    </w:tbl>
    <w:p w:rsidR="00521821" w:rsidRPr="00D14CB5" w:rsidRDefault="00521821" w:rsidP="002E0382">
      <w:pPr>
        <w:widowControl w:val="0"/>
        <w:tabs>
          <w:tab w:val="left" w:pos="360"/>
          <w:tab w:val="left" w:pos="540"/>
        </w:tabs>
        <w:jc w:val="both"/>
        <w:rPr>
          <w:rFonts w:ascii="Arial Unicode" w:hAnsi="Arial Unicode" w:cs="Arial Unicode"/>
          <w:sz w:val="18"/>
          <w:szCs w:val="18"/>
        </w:rPr>
      </w:pPr>
    </w:p>
    <w:p w:rsidR="00521821" w:rsidRPr="00D14CB5" w:rsidRDefault="00521821"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521821" w:rsidRPr="00D14CB5" w:rsidRDefault="00521821"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521821" w:rsidRPr="00D14CB5" w:rsidRDefault="00521821"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521821" w:rsidRPr="00D14CB5" w:rsidRDefault="00521821"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521821" w:rsidRPr="00D14CB5">
        <w:tc>
          <w:tcPr>
            <w:tcW w:w="4450" w:type="dxa"/>
          </w:tcPr>
          <w:p w:rsidR="00521821" w:rsidRPr="00D14CB5" w:rsidRDefault="00521821"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521821" w:rsidRPr="00D14CB5" w:rsidRDefault="00521821"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521821" w:rsidRPr="00D14CB5" w:rsidRDefault="00521821"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521821" w:rsidRPr="00D14CB5" w:rsidRDefault="00521821"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521821" w:rsidRPr="00D14CB5">
        <w:trPr>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521821" w:rsidRPr="00D14CB5">
        <w:trPr>
          <w:tblCellSpacing w:w="7" w:type="dxa"/>
          <w:jc w:val="center"/>
        </w:trPr>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521821" w:rsidRPr="00D14CB5" w:rsidRDefault="00521821"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521821" w:rsidRPr="00D14CB5" w:rsidRDefault="00521821"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521821" w:rsidRPr="00D14CB5" w:rsidRDefault="00521821" w:rsidP="002E0382">
      <w:pPr>
        <w:widowControl w:val="0"/>
        <w:ind w:left="-142" w:firstLine="142"/>
        <w:jc w:val="center"/>
        <w:rPr>
          <w:rFonts w:ascii="Arial Unicode" w:hAnsi="Arial Unicode" w:cs="Arial Unicode"/>
          <w:b/>
          <w:bCs/>
          <w:sz w:val="18"/>
          <w:szCs w:val="18"/>
        </w:rPr>
      </w:pPr>
    </w:p>
    <w:sectPr w:rsidR="00521821"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821" w:rsidRDefault="00521821">
      <w:r>
        <w:separator/>
      </w:r>
    </w:p>
  </w:endnote>
  <w:endnote w:type="continuationSeparator" w:id="1">
    <w:p w:rsidR="00521821" w:rsidRDefault="005218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21" w:rsidRPr="00C861E9" w:rsidRDefault="00521821">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4</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821" w:rsidRDefault="00521821">
      <w:r>
        <w:separator/>
      </w:r>
    </w:p>
  </w:footnote>
  <w:footnote w:type="continuationSeparator" w:id="1">
    <w:p w:rsidR="00521821" w:rsidRDefault="00521821">
      <w:r>
        <w:continuationSeparator/>
      </w:r>
    </w:p>
  </w:footnote>
  <w:footnote w:id="2">
    <w:p w:rsidR="00521821" w:rsidRPr="008842CE" w:rsidRDefault="00521821"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521821" w:rsidRDefault="00521821" w:rsidP="00C040F3">
      <w:pPr>
        <w:pStyle w:val="FootnoteText"/>
        <w:widowControl w:val="0"/>
        <w:jc w:val="both"/>
      </w:pPr>
    </w:p>
  </w:footnote>
  <w:footnote w:id="3">
    <w:p w:rsidR="00521821" w:rsidRDefault="00521821">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521821" w:rsidRDefault="00521821"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21821" w:rsidRDefault="00521821" w:rsidP="006B3E56">
      <w:pPr>
        <w:jc w:val="both"/>
      </w:pPr>
    </w:p>
  </w:footnote>
  <w:footnote w:id="5">
    <w:p w:rsidR="00521821" w:rsidRPr="00D3436F" w:rsidRDefault="00521821"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521821" w:rsidRDefault="00521821" w:rsidP="003C670C">
      <w:pPr>
        <w:widowControl w:val="0"/>
        <w:ind w:right="309"/>
        <w:jc w:val="both"/>
      </w:pPr>
    </w:p>
  </w:footnote>
  <w:footnote w:id="6">
    <w:p w:rsidR="00521821" w:rsidRDefault="00521821" w:rsidP="000A214C">
      <w:pPr>
        <w:pStyle w:val="FootnoteText"/>
        <w:jc w:val="both"/>
      </w:pPr>
    </w:p>
  </w:footnote>
  <w:footnote w:id="7">
    <w:p w:rsidR="00521821" w:rsidRDefault="00521821"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521821" w:rsidRPr="00402BC3" w:rsidRDefault="00521821"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521821" w:rsidRPr="00552088" w:rsidRDefault="00521821"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521821" w:rsidRDefault="00521821" w:rsidP="000D6018">
      <w:pPr>
        <w:pStyle w:val="FootnoteText"/>
        <w:jc w:val="both"/>
      </w:pPr>
    </w:p>
  </w:footnote>
  <w:footnote w:id="9">
    <w:p w:rsidR="00521821" w:rsidRDefault="00521821"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521821" w:rsidRPr="008842CE" w:rsidRDefault="00521821"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21821" w:rsidRDefault="00521821"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643C"/>
    <w:rsid w:val="00037DDE"/>
    <w:rsid w:val="000408D8"/>
    <w:rsid w:val="000424BA"/>
    <w:rsid w:val="00042BD4"/>
    <w:rsid w:val="00043225"/>
    <w:rsid w:val="0004387F"/>
    <w:rsid w:val="00045E27"/>
    <w:rsid w:val="00046BAC"/>
    <w:rsid w:val="000473EF"/>
    <w:rsid w:val="0005018B"/>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489"/>
    <w:rsid w:val="000A4FC5"/>
    <w:rsid w:val="000A5316"/>
    <w:rsid w:val="000A5B16"/>
    <w:rsid w:val="000A6B75"/>
    <w:rsid w:val="000A72AD"/>
    <w:rsid w:val="000A7528"/>
    <w:rsid w:val="000A7CF5"/>
    <w:rsid w:val="000B033F"/>
    <w:rsid w:val="000B0B17"/>
    <w:rsid w:val="000B0E80"/>
    <w:rsid w:val="000B259E"/>
    <w:rsid w:val="000B269D"/>
    <w:rsid w:val="000B2CFA"/>
    <w:rsid w:val="000B2D64"/>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364"/>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1C1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8B7"/>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B8B"/>
    <w:rsid w:val="00271DF6"/>
    <w:rsid w:val="0027256A"/>
    <w:rsid w:val="002737E0"/>
    <w:rsid w:val="00273A88"/>
    <w:rsid w:val="00273B4F"/>
    <w:rsid w:val="00274353"/>
    <w:rsid w:val="0027499F"/>
    <w:rsid w:val="00274F0E"/>
    <w:rsid w:val="002754C4"/>
    <w:rsid w:val="0027573B"/>
    <w:rsid w:val="00276441"/>
    <w:rsid w:val="00276B03"/>
    <w:rsid w:val="0027775F"/>
    <w:rsid w:val="00277EE6"/>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81E"/>
    <w:rsid w:val="003240F7"/>
    <w:rsid w:val="00325043"/>
    <w:rsid w:val="00325476"/>
    <w:rsid w:val="00325546"/>
    <w:rsid w:val="003259C5"/>
    <w:rsid w:val="00325CC0"/>
    <w:rsid w:val="00326507"/>
    <w:rsid w:val="003267C8"/>
    <w:rsid w:val="00327436"/>
    <w:rsid w:val="003303E9"/>
    <w:rsid w:val="003313F7"/>
    <w:rsid w:val="0033253D"/>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43"/>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CE2"/>
    <w:rsid w:val="00411D9D"/>
    <w:rsid w:val="00413390"/>
    <w:rsid w:val="00413595"/>
    <w:rsid w:val="00416C27"/>
    <w:rsid w:val="00416F1E"/>
    <w:rsid w:val="0041739A"/>
    <w:rsid w:val="004175B6"/>
    <w:rsid w:val="00417E48"/>
    <w:rsid w:val="00417F33"/>
    <w:rsid w:val="004214B9"/>
    <w:rsid w:val="00421AEB"/>
    <w:rsid w:val="00422802"/>
    <w:rsid w:val="00423143"/>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548"/>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5779E"/>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018"/>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5E34"/>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821"/>
    <w:rsid w:val="00521B22"/>
    <w:rsid w:val="00521B59"/>
    <w:rsid w:val="00522BB1"/>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D6E"/>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B25"/>
    <w:rsid w:val="00576D5D"/>
    <w:rsid w:val="00577582"/>
    <w:rsid w:val="00580F33"/>
    <w:rsid w:val="00581057"/>
    <w:rsid w:val="00581A92"/>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D7F"/>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72"/>
    <w:rsid w:val="005A79EE"/>
    <w:rsid w:val="005A7FD2"/>
    <w:rsid w:val="005B054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16"/>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2D8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0AAE"/>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550F"/>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58B"/>
    <w:rsid w:val="006F49AA"/>
    <w:rsid w:val="006F58E6"/>
    <w:rsid w:val="006F6413"/>
    <w:rsid w:val="006F69A0"/>
    <w:rsid w:val="006F6D1F"/>
    <w:rsid w:val="00700C81"/>
    <w:rsid w:val="00701157"/>
    <w:rsid w:val="007017E0"/>
    <w:rsid w:val="007019EA"/>
    <w:rsid w:val="00702A06"/>
    <w:rsid w:val="007032AC"/>
    <w:rsid w:val="007035C9"/>
    <w:rsid w:val="00704898"/>
    <w:rsid w:val="00705466"/>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4F51"/>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35E"/>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AA8"/>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2B2"/>
    <w:rsid w:val="007A4BB9"/>
    <w:rsid w:val="007A5F50"/>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5CF6"/>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57"/>
    <w:rsid w:val="0082102B"/>
    <w:rsid w:val="00821921"/>
    <w:rsid w:val="008223F5"/>
    <w:rsid w:val="00822942"/>
    <w:rsid w:val="008229D3"/>
    <w:rsid w:val="00822E50"/>
    <w:rsid w:val="00823EA2"/>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EC7"/>
    <w:rsid w:val="00855F55"/>
    <w:rsid w:val="008568E9"/>
    <w:rsid w:val="00857ABE"/>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5357"/>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49A"/>
    <w:rsid w:val="008A4DA3"/>
    <w:rsid w:val="008A5CEA"/>
    <w:rsid w:val="008A68A2"/>
    <w:rsid w:val="008A70A4"/>
    <w:rsid w:val="008A7905"/>
    <w:rsid w:val="008B0198"/>
    <w:rsid w:val="008B0507"/>
    <w:rsid w:val="008B1233"/>
    <w:rsid w:val="008B12AF"/>
    <w:rsid w:val="008B1605"/>
    <w:rsid w:val="008B4DB1"/>
    <w:rsid w:val="008B4FDA"/>
    <w:rsid w:val="008B5CB3"/>
    <w:rsid w:val="008B73CD"/>
    <w:rsid w:val="008B7BE2"/>
    <w:rsid w:val="008C0D41"/>
    <w:rsid w:val="008C16C2"/>
    <w:rsid w:val="008C17DA"/>
    <w:rsid w:val="008C208B"/>
    <w:rsid w:val="008C33F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DE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01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36D"/>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1E0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44"/>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39F7"/>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637"/>
    <w:rsid w:val="00B2681D"/>
    <w:rsid w:val="00B2752E"/>
    <w:rsid w:val="00B30994"/>
    <w:rsid w:val="00B30A14"/>
    <w:rsid w:val="00B31881"/>
    <w:rsid w:val="00B32124"/>
    <w:rsid w:val="00B325AF"/>
    <w:rsid w:val="00B32C46"/>
    <w:rsid w:val="00B333DF"/>
    <w:rsid w:val="00B34364"/>
    <w:rsid w:val="00B351F5"/>
    <w:rsid w:val="00B3612B"/>
    <w:rsid w:val="00B36765"/>
    <w:rsid w:val="00B36862"/>
    <w:rsid w:val="00B369D8"/>
    <w:rsid w:val="00B37250"/>
    <w:rsid w:val="00B40233"/>
    <w:rsid w:val="00B413A8"/>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5FA"/>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55F"/>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90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765"/>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5DE7"/>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570E"/>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3E9"/>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4AD"/>
    <w:rsid w:val="00D746A9"/>
    <w:rsid w:val="00D74CCE"/>
    <w:rsid w:val="00D7504A"/>
    <w:rsid w:val="00D7546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9C8"/>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289"/>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C41"/>
    <w:rsid w:val="00EC683A"/>
    <w:rsid w:val="00EC7188"/>
    <w:rsid w:val="00EC759E"/>
    <w:rsid w:val="00EC7897"/>
    <w:rsid w:val="00ED0338"/>
    <w:rsid w:val="00ED0BE9"/>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43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509F"/>
    <w:rsid w:val="00F36AD3"/>
    <w:rsid w:val="00F36E1F"/>
    <w:rsid w:val="00F377C0"/>
    <w:rsid w:val="00F37C10"/>
    <w:rsid w:val="00F37F2C"/>
    <w:rsid w:val="00F40235"/>
    <w:rsid w:val="00F403A5"/>
    <w:rsid w:val="00F406AC"/>
    <w:rsid w:val="00F40D4D"/>
    <w:rsid w:val="00F4140F"/>
    <w:rsid w:val="00F41472"/>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092"/>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16BF"/>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EC8"/>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0F9"/>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1029070430">
      <w:marLeft w:val="0"/>
      <w:marRight w:val="0"/>
      <w:marTop w:val="0"/>
      <w:marBottom w:val="0"/>
      <w:divBdr>
        <w:top w:val="none" w:sz="0" w:space="0" w:color="auto"/>
        <w:left w:val="none" w:sz="0" w:space="0" w:color="auto"/>
        <w:bottom w:val="none" w:sz="0" w:space="0" w:color="auto"/>
        <w:right w:val="none" w:sz="0" w:space="0" w:color="auto"/>
      </w:divBdr>
    </w:div>
    <w:div w:id="1029070431">
      <w:marLeft w:val="0"/>
      <w:marRight w:val="0"/>
      <w:marTop w:val="0"/>
      <w:marBottom w:val="0"/>
      <w:divBdr>
        <w:top w:val="none" w:sz="0" w:space="0" w:color="auto"/>
        <w:left w:val="none" w:sz="0" w:space="0" w:color="auto"/>
        <w:bottom w:val="none" w:sz="0" w:space="0" w:color="auto"/>
        <w:right w:val="none" w:sz="0" w:space="0" w:color="auto"/>
      </w:divBdr>
    </w:div>
    <w:div w:id="1029070432">
      <w:marLeft w:val="0"/>
      <w:marRight w:val="0"/>
      <w:marTop w:val="0"/>
      <w:marBottom w:val="0"/>
      <w:divBdr>
        <w:top w:val="none" w:sz="0" w:space="0" w:color="auto"/>
        <w:left w:val="none" w:sz="0" w:space="0" w:color="auto"/>
        <w:bottom w:val="none" w:sz="0" w:space="0" w:color="auto"/>
        <w:right w:val="none" w:sz="0" w:space="0" w:color="auto"/>
      </w:divBdr>
    </w:div>
    <w:div w:id="1029070433">
      <w:marLeft w:val="0"/>
      <w:marRight w:val="0"/>
      <w:marTop w:val="0"/>
      <w:marBottom w:val="0"/>
      <w:divBdr>
        <w:top w:val="none" w:sz="0" w:space="0" w:color="auto"/>
        <w:left w:val="none" w:sz="0" w:space="0" w:color="auto"/>
        <w:bottom w:val="none" w:sz="0" w:space="0" w:color="auto"/>
        <w:right w:val="none" w:sz="0" w:space="0" w:color="auto"/>
      </w:divBdr>
    </w:div>
    <w:div w:id="1029070434">
      <w:marLeft w:val="0"/>
      <w:marRight w:val="0"/>
      <w:marTop w:val="0"/>
      <w:marBottom w:val="0"/>
      <w:divBdr>
        <w:top w:val="none" w:sz="0" w:space="0" w:color="auto"/>
        <w:left w:val="none" w:sz="0" w:space="0" w:color="auto"/>
        <w:bottom w:val="none" w:sz="0" w:space="0" w:color="auto"/>
        <w:right w:val="none" w:sz="0" w:space="0" w:color="auto"/>
      </w:divBdr>
    </w:div>
    <w:div w:id="1029070435">
      <w:marLeft w:val="0"/>
      <w:marRight w:val="0"/>
      <w:marTop w:val="0"/>
      <w:marBottom w:val="0"/>
      <w:divBdr>
        <w:top w:val="none" w:sz="0" w:space="0" w:color="auto"/>
        <w:left w:val="none" w:sz="0" w:space="0" w:color="auto"/>
        <w:bottom w:val="none" w:sz="0" w:space="0" w:color="auto"/>
        <w:right w:val="none" w:sz="0" w:space="0" w:color="auto"/>
      </w:divBdr>
    </w:div>
    <w:div w:id="1029070436">
      <w:marLeft w:val="0"/>
      <w:marRight w:val="0"/>
      <w:marTop w:val="0"/>
      <w:marBottom w:val="0"/>
      <w:divBdr>
        <w:top w:val="none" w:sz="0" w:space="0" w:color="auto"/>
        <w:left w:val="none" w:sz="0" w:space="0" w:color="auto"/>
        <w:bottom w:val="none" w:sz="0" w:space="0" w:color="auto"/>
        <w:right w:val="none" w:sz="0" w:space="0" w:color="auto"/>
      </w:divBdr>
    </w:div>
    <w:div w:id="1029070437">
      <w:marLeft w:val="0"/>
      <w:marRight w:val="0"/>
      <w:marTop w:val="0"/>
      <w:marBottom w:val="0"/>
      <w:divBdr>
        <w:top w:val="none" w:sz="0" w:space="0" w:color="auto"/>
        <w:left w:val="none" w:sz="0" w:space="0" w:color="auto"/>
        <w:bottom w:val="none" w:sz="0" w:space="0" w:color="auto"/>
        <w:right w:val="none" w:sz="0" w:space="0" w:color="auto"/>
      </w:divBdr>
    </w:div>
    <w:div w:id="1029070438">
      <w:marLeft w:val="0"/>
      <w:marRight w:val="0"/>
      <w:marTop w:val="0"/>
      <w:marBottom w:val="0"/>
      <w:divBdr>
        <w:top w:val="none" w:sz="0" w:space="0" w:color="auto"/>
        <w:left w:val="none" w:sz="0" w:space="0" w:color="auto"/>
        <w:bottom w:val="none" w:sz="0" w:space="0" w:color="auto"/>
        <w:right w:val="none" w:sz="0" w:space="0" w:color="auto"/>
      </w:divBdr>
    </w:div>
    <w:div w:id="1029070439">
      <w:marLeft w:val="0"/>
      <w:marRight w:val="0"/>
      <w:marTop w:val="0"/>
      <w:marBottom w:val="0"/>
      <w:divBdr>
        <w:top w:val="none" w:sz="0" w:space="0" w:color="auto"/>
        <w:left w:val="none" w:sz="0" w:space="0" w:color="auto"/>
        <w:bottom w:val="none" w:sz="0" w:space="0" w:color="auto"/>
        <w:right w:val="none" w:sz="0" w:space="0" w:color="auto"/>
      </w:divBdr>
    </w:div>
    <w:div w:id="1029070440">
      <w:marLeft w:val="0"/>
      <w:marRight w:val="0"/>
      <w:marTop w:val="0"/>
      <w:marBottom w:val="0"/>
      <w:divBdr>
        <w:top w:val="none" w:sz="0" w:space="0" w:color="auto"/>
        <w:left w:val="none" w:sz="0" w:space="0" w:color="auto"/>
        <w:bottom w:val="none" w:sz="0" w:space="0" w:color="auto"/>
        <w:right w:val="none" w:sz="0" w:space="0" w:color="auto"/>
      </w:divBdr>
    </w:div>
    <w:div w:id="1029070441">
      <w:marLeft w:val="0"/>
      <w:marRight w:val="0"/>
      <w:marTop w:val="0"/>
      <w:marBottom w:val="0"/>
      <w:divBdr>
        <w:top w:val="none" w:sz="0" w:space="0" w:color="auto"/>
        <w:left w:val="none" w:sz="0" w:space="0" w:color="auto"/>
        <w:bottom w:val="none" w:sz="0" w:space="0" w:color="auto"/>
        <w:right w:val="none" w:sz="0" w:space="0" w:color="auto"/>
      </w:divBdr>
    </w:div>
    <w:div w:id="1029070442">
      <w:marLeft w:val="0"/>
      <w:marRight w:val="0"/>
      <w:marTop w:val="0"/>
      <w:marBottom w:val="0"/>
      <w:divBdr>
        <w:top w:val="none" w:sz="0" w:space="0" w:color="auto"/>
        <w:left w:val="none" w:sz="0" w:space="0" w:color="auto"/>
        <w:bottom w:val="none" w:sz="0" w:space="0" w:color="auto"/>
        <w:right w:val="none" w:sz="0" w:space="0" w:color="auto"/>
      </w:divBdr>
    </w:div>
    <w:div w:id="1029070443">
      <w:marLeft w:val="0"/>
      <w:marRight w:val="0"/>
      <w:marTop w:val="0"/>
      <w:marBottom w:val="0"/>
      <w:divBdr>
        <w:top w:val="none" w:sz="0" w:space="0" w:color="auto"/>
        <w:left w:val="none" w:sz="0" w:space="0" w:color="auto"/>
        <w:bottom w:val="none" w:sz="0" w:space="0" w:color="auto"/>
        <w:right w:val="none" w:sz="0" w:space="0" w:color="auto"/>
      </w:divBdr>
    </w:div>
    <w:div w:id="1029070444">
      <w:marLeft w:val="0"/>
      <w:marRight w:val="0"/>
      <w:marTop w:val="0"/>
      <w:marBottom w:val="0"/>
      <w:divBdr>
        <w:top w:val="none" w:sz="0" w:space="0" w:color="auto"/>
        <w:left w:val="none" w:sz="0" w:space="0" w:color="auto"/>
        <w:bottom w:val="none" w:sz="0" w:space="0" w:color="auto"/>
        <w:right w:val="none" w:sz="0" w:space="0" w:color="auto"/>
      </w:divBdr>
    </w:div>
    <w:div w:id="1029070445">
      <w:marLeft w:val="0"/>
      <w:marRight w:val="0"/>
      <w:marTop w:val="0"/>
      <w:marBottom w:val="0"/>
      <w:divBdr>
        <w:top w:val="none" w:sz="0" w:space="0" w:color="auto"/>
        <w:left w:val="none" w:sz="0" w:space="0" w:color="auto"/>
        <w:bottom w:val="none" w:sz="0" w:space="0" w:color="auto"/>
        <w:right w:val="none" w:sz="0" w:space="0" w:color="auto"/>
      </w:divBdr>
    </w:div>
    <w:div w:id="1029070446">
      <w:marLeft w:val="0"/>
      <w:marRight w:val="0"/>
      <w:marTop w:val="0"/>
      <w:marBottom w:val="0"/>
      <w:divBdr>
        <w:top w:val="none" w:sz="0" w:space="0" w:color="auto"/>
        <w:left w:val="none" w:sz="0" w:space="0" w:color="auto"/>
        <w:bottom w:val="none" w:sz="0" w:space="0" w:color="auto"/>
        <w:right w:val="none" w:sz="0" w:space="0" w:color="auto"/>
      </w:divBdr>
    </w:div>
    <w:div w:id="1029070447">
      <w:marLeft w:val="0"/>
      <w:marRight w:val="0"/>
      <w:marTop w:val="0"/>
      <w:marBottom w:val="0"/>
      <w:divBdr>
        <w:top w:val="none" w:sz="0" w:space="0" w:color="auto"/>
        <w:left w:val="none" w:sz="0" w:space="0" w:color="auto"/>
        <w:bottom w:val="none" w:sz="0" w:space="0" w:color="auto"/>
        <w:right w:val="none" w:sz="0" w:space="0" w:color="auto"/>
      </w:divBdr>
    </w:div>
    <w:div w:id="1029070448">
      <w:marLeft w:val="0"/>
      <w:marRight w:val="0"/>
      <w:marTop w:val="0"/>
      <w:marBottom w:val="0"/>
      <w:divBdr>
        <w:top w:val="none" w:sz="0" w:space="0" w:color="auto"/>
        <w:left w:val="none" w:sz="0" w:space="0" w:color="auto"/>
        <w:bottom w:val="none" w:sz="0" w:space="0" w:color="auto"/>
        <w:right w:val="none" w:sz="0" w:space="0" w:color="auto"/>
      </w:divBdr>
    </w:div>
    <w:div w:id="1029070449">
      <w:marLeft w:val="0"/>
      <w:marRight w:val="0"/>
      <w:marTop w:val="0"/>
      <w:marBottom w:val="0"/>
      <w:divBdr>
        <w:top w:val="none" w:sz="0" w:space="0" w:color="auto"/>
        <w:left w:val="none" w:sz="0" w:space="0" w:color="auto"/>
        <w:bottom w:val="none" w:sz="0" w:space="0" w:color="auto"/>
        <w:right w:val="none" w:sz="0" w:space="0" w:color="auto"/>
      </w:divBdr>
    </w:div>
    <w:div w:id="1029070450">
      <w:marLeft w:val="0"/>
      <w:marRight w:val="0"/>
      <w:marTop w:val="0"/>
      <w:marBottom w:val="0"/>
      <w:divBdr>
        <w:top w:val="none" w:sz="0" w:space="0" w:color="auto"/>
        <w:left w:val="none" w:sz="0" w:space="0" w:color="auto"/>
        <w:bottom w:val="none" w:sz="0" w:space="0" w:color="auto"/>
        <w:right w:val="none" w:sz="0" w:space="0" w:color="auto"/>
      </w:divBdr>
    </w:div>
    <w:div w:id="1029070451">
      <w:marLeft w:val="0"/>
      <w:marRight w:val="0"/>
      <w:marTop w:val="0"/>
      <w:marBottom w:val="0"/>
      <w:divBdr>
        <w:top w:val="none" w:sz="0" w:space="0" w:color="auto"/>
        <w:left w:val="none" w:sz="0" w:space="0" w:color="auto"/>
        <w:bottom w:val="none" w:sz="0" w:space="0" w:color="auto"/>
        <w:right w:val="none" w:sz="0" w:space="0" w:color="auto"/>
      </w:divBdr>
    </w:div>
    <w:div w:id="1029070452">
      <w:marLeft w:val="0"/>
      <w:marRight w:val="0"/>
      <w:marTop w:val="0"/>
      <w:marBottom w:val="0"/>
      <w:divBdr>
        <w:top w:val="none" w:sz="0" w:space="0" w:color="auto"/>
        <w:left w:val="none" w:sz="0" w:space="0" w:color="auto"/>
        <w:bottom w:val="none" w:sz="0" w:space="0" w:color="auto"/>
        <w:right w:val="none" w:sz="0" w:space="0" w:color="auto"/>
      </w:divBdr>
    </w:div>
    <w:div w:id="1029070453">
      <w:marLeft w:val="0"/>
      <w:marRight w:val="0"/>
      <w:marTop w:val="0"/>
      <w:marBottom w:val="0"/>
      <w:divBdr>
        <w:top w:val="none" w:sz="0" w:space="0" w:color="auto"/>
        <w:left w:val="none" w:sz="0" w:space="0" w:color="auto"/>
        <w:bottom w:val="none" w:sz="0" w:space="0" w:color="auto"/>
        <w:right w:val="none" w:sz="0" w:space="0" w:color="auto"/>
      </w:divBdr>
    </w:div>
    <w:div w:id="1029070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1730</TotalTime>
  <Pages>39</Pages>
  <Words>18329</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828</cp:revision>
  <cp:lastPrinted>2018-02-16T07:12:00Z</cp:lastPrinted>
  <dcterms:created xsi:type="dcterms:W3CDTF">2019-10-28T07:04:00Z</dcterms:created>
  <dcterms:modified xsi:type="dcterms:W3CDTF">2021-03-04T11:45:00Z</dcterms:modified>
</cp:coreProperties>
</file>